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CB798D" w14:textId="77777777" w:rsidR="00654CD1" w:rsidRPr="009E689E" w:rsidRDefault="00654CD1">
      <w:pPr>
        <w:pStyle w:val="Texttitulni"/>
      </w:pPr>
      <w:bookmarkStart w:id="0" w:name="_Toc464537004"/>
      <w:bookmarkStart w:id="1" w:name="_Toc464537289"/>
      <w:bookmarkStart w:id="2" w:name="_Toc464978976"/>
      <w:bookmarkStart w:id="3" w:name="_Toc464979054"/>
      <w:bookmarkStart w:id="4" w:name="_Toc464981419"/>
      <w:bookmarkStart w:id="5" w:name="_Toc464982443"/>
      <w:bookmarkStart w:id="6" w:name="_Toc464982458"/>
    </w:p>
    <w:p w14:paraId="0802F469" w14:textId="77777777" w:rsidR="00654CD1" w:rsidRPr="009E689E" w:rsidRDefault="00654CD1">
      <w:pPr>
        <w:pStyle w:val="Texttitulni"/>
      </w:pPr>
    </w:p>
    <w:p w14:paraId="74671FFB" w14:textId="77777777" w:rsidR="00654CD1" w:rsidRPr="009E689E" w:rsidRDefault="00654CD1">
      <w:pPr>
        <w:pStyle w:val="Texttitulni"/>
      </w:pPr>
    </w:p>
    <w:p w14:paraId="3342D719" w14:textId="77777777" w:rsidR="00654CD1" w:rsidRPr="009E689E" w:rsidRDefault="00654CD1">
      <w:pPr>
        <w:pStyle w:val="Texttitulni"/>
      </w:pPr>
    </w:p>
    <w:p w14:paraId="264297C0" w14:textId="77777777" w:rsidR="00654CD1" w:rsidRPr="009E689E" w:rsidRDefault="00654CD1">
      <w:pPr>
        <w:pStyle w:val="Texttitulni"/>
      </w:pPr>
    </w:p>
    <w:p w14:paraId="63C46708" w14:textId="77777777" w:rsidR="00654CD1" w:rsidRPr="009E689E" w:rsidRDefault="00654CD1">
      <w:pPr>
        <w:pStyle w:val="Texttitulni"/>
      </w:pPr>
    </w:p>
    <w:p w14:paraId="00B18649" w14:textId="77777777" w:rsidR="00654CD1" w:rsidRPr="009E689E" w:rsidRDefault="00654CD1">
      <w:pPr>
        <w:pStyle w:val="Texttitulni"/>
      </w:pPr>
    </w:p>
    <w:p w14:paraId="357952F8" w14:textId="77777777" w:rsidR="00654CD1" w:rsidRPr="009E689E" w:rsidRDefault="00654CD1">
      <w:pPr>
        <w:pStyle w:val="Texttitulni"/>
      </w:pPr>
    </w:p>
    <w:p w14:paraId="0A70D3A2" w14:textId="77777777" w:rsidR="00654CD1" w:rsidRPr="009E689E" w:rsidRDefault="00654CD1">
      <w:pPr>
        <w:pStyle w:val="Texttitulni"/>
      </w:pPr>
    </w:p>
    <w:p w14:paraId="25739D22" w14:textId="77777777" w:rsidR="00654CD1" w:rsidRPr="009E689E" w:rsidRDefault="00654CD1">
      <w:pPr>
        <w:pStyle w:val="Texttitulni"/>
      </w:pPr>
    </w:p>
    <w:p w14:paraId="5F5FEC6E" w14:textId="57D855A3" w:rsidR="00654CD1" w:rsidRPr="009E689E" w:rsidRDefault="00CD6AFD">
      <w:pPr>
        <w:pStyle w:val="Texttitulni"/>
      </w:pPr>
      <w:r w:rsidRPr="009E689E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3250EE8" wp14:editId="06ED4763">
                <wp:simplePos x="0" y="0"/>
                <wp:positionH relativeFrom="column">
                  <wp:align>center</wp:align>
                </wp:positionH>
                <wp:positionV relativeFrom="paragraph">
                  <wp:posOffset>-204470</wp:posOffset>
                </wp:positionV>
                <wp:extent cx="5829300" cy="3657600"/>
                <wp:effectExtent l="0" t="635" r="1270" b="0"/>
                <wp:wrapSquare wrapText="bothSides"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9300" cy="3657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96EA30" w14:textId="7F3E3AA9" w:rsidR="00654CD1" w:rsidRPr="00CE3863" w:rsidRDefault="00CE3863">
                            <w:pPr>
                              <w:pStyle w:val="Tituloblky"/>
                            </w:pPr>
                            <w:bookmarkStart w:id="7" w:name="_Toc98856064"/>
                            <w:r w:rsidRPr="00CE3863">
                              <w:t>Rekonstrukce odvodnění srážkových vod ze střech 4 sklad. nádrží</w:t>
                            </w:r>
                            <w:bookmarkEnd w:id="7"/>
                          </w:p>
                          <w:p w14:paraId="7AE1B5B8" w14:textId="48896E14" w:rsidR="00CE3863" w:rsidRDefault="00CE3863" w:rsidP="00CE3863">
                            <w:pPr>
                              <w:pStyle w:val="Nzevzprvy"/>
                              <w:rPr>
                                <w:bCs/>
                                <w:sz w:val="36"/>
                              </w:rPr>
                            </w:pPr>
                            <w:bookmarkStart w:id="8" w:name="_Toc98856065"/>
                            <w:r w:rsidRPr="005A5C37">
                              <w:rPr>
                                <w:bCs/>
                                <w:sz w:val="36"/>
                              </w:rPr>
                              <w:t>Dokumentace pro provádění stavby (DPS)</w:t>
                            </w:r>
                            <w:bookmarkEnd w:id="8"/>
                          </w:p>
                          <w:p w14:paraId="400552C6" w14:textId="77777777" w:rsidR="00CE3863" w:rsidRDefault="00CE3863" w:rsidP="00CE3863">
                            <w:pPr>
                              <w:pStyle w:val="Nzevzprvy"/>
                            </w:pPr>
                            <w:bookmarkStart w:id="9" w:name="_Toc98856066"/>
                            <w:r>
                              <w:t>A Průvodní zpráva</w:t>
                            </w:r>
                            <w:bookmarkEnd w:id="9"/>
                          </w:p>
                          <w:p w14:paraId="59A00A32" w14:textId="233D1F2D" w:rsidR="00654CD1" w:rsidRDefault="00654CD1" w:rsidP="00CE3863">
                            <w:pPr>
                              <w:pStyle w:val="Podtituloblky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250EE8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0;margin-top:-16.1pt;width:459pt;height:4in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" stroked="f">
                <v:textbox>
                  <w:txbxContent>
                    <w:p w14:paraId="3F96EA30" w14:textId="7F3E3AA9" w:rsidR="00654CD1" w:rsidRPr="00CE3863" w:rsidRDefault="00CE3863">
                      <w:pPr>
                        <w:pStyle w:val="Tituloblky"/>
                      </w:pPr>
                      <w:bookmarkStart w:id="10" w:name="_Toc98856064"/>
                      <w:r w:rsidRPr="00CE3863">
                        <w:t>Rekonstrukce odvodnění srážkových vod ze střech 4 sklad. nádrží</w:t>
                      </w:r>
                      <w:bookmarkEnd w:id="10"/>
                    </w:p>
                    <w:p w14:paraId="7AE1B5B8" w14:textId="48896E14" w:rsidR="00CE3863" w:rsidRDefault="00CE3863" w:rsidP="00CE3863">
                      <w:pPr>
                        <w:pStyle w:val="Nzevzprvy"/>
                        <w:rPr>
                          <w:bCs/>
                          <w:sz w:val="36"/>
                        </w:rPr>
                      </w:pPr>
                      <w:bookmarkStart w:id="11" w:name="_Toc98856065"/>
                      <w:r w:rsidRPr="005A5C37">
                        <w:rPr>
                          <w:bCs/>
                          <w:sz w:val="36"/>
                        </w:rPr>
                        <w:t>Dokumentace pro provádění stavby (DPS)</w:t>
                      </w:r>
                      <w:bookmarkEnd w:id="11"/>
                    </w:p>
                    <w:p w14:paraId="400552C6" w14:textId="77777777" w:rsidR="00CE3863" w:rsidRDefault="00CE3863" w:rsidP="00CE3863">
                      <w:pPr>
                        <w:pStyle w:val="Nzevzprvy"/>
                      </w:pPr>
                      <w:bookmarkStart w:id="12" w:name="_Toc98856066"/>
                      <w:r>
                        <w:t>A Průvodní zpráva</w:t>
                      </w:r>
                      <w:bookmarkEnd w:id="12"/>
                    </w:p>
                    <w:p w14:paraId="59A00A32" w14:textId="233D1F2D" w:rsidR="00654CD1" w:rsidRDefault="00654CD1" w:rsidP="00CE3863">
                      <w:pPr>
                        <w:pStyle w:val="Podtituloblky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DFE11F2" w14:textId="77777777" w:rsidR="00654CD1" w:rsidRPr="009E689E" w:rsidRDefault="00654CD1">
      <w:pPr>
        <w:pStyle w:val="Texttitulni"/>
      </w:pPr>
    </w:p>
    <w:p w14:paraId="170376E3" w14:textId="77777777" w:rsidR="00654CD1" w:rsidRPr="009E689E" w:rsidRDefault="00654CD1">
      <w:pPr>
        <w:pStyle w:val="Texttitulni"/>
      </w:pPr>
    </w:p>
    <w:p w14:paraId="7AF4B39C" w14:textId="77777777" w:rsidR="00654CD1" w:rsidRPr="009E689E" w:rsidRDefault="00654CD1">
      <w:pPr>
        <w:pStyle w:val="Texttitulni"/>
      </w:pPr>
    </w:p>
    <w:p w14:paraId="189B5D03" w14:textId="77777777" w:rsidR="00654CD1" w:rsidRPr="009E689E" w:rsidRDefault="00654CD1">
      <w:pPr>
        <w:pStyle w:val="Texttitulni"/>
      </w:pPr>
    </w:p>
    <w:p w14:paraId="1B4C00F4" w14:textId="77777777" w:rsidR="00654CD1" w:rsidRPr="009E689E" w:rsidRDefault="00654CD1">
      <w:pPr>
        <w:pStyle w:val="Texttitulni"/>
      </w:pPr>
    </w:p>
    <w:p w14:paraId="4DCD4158" w14:textId="77777777" w:rsidR="00654CD1" w:rsidRPr="009E689E" w:rsidRDefault="00654CD1">
      <w:pPr>
        <w:pStyle w:val="Texttitulni"/>
      </w:pPr>
    </w:p>
    <w:p w14:paraId="5650A95B" w14:textId="77777777" w:rsidR="00654CD1" w:rsidRPr="009E689E" w:rsidRDefault="00654CD1">
      <w:pPr>
        <w:pStyle w:val="Texttitulni"/>
      </w:pPr>
    </w:p>
    <w:p w14:paraId="6F7DE079" w14:textId="77777777" w:rsidR="00654CD1" w:rsidRPr="009E689E" w:rsidRDefault="00654CD1">
      <w:pPr>
        <w:pStyle w:val="Texttitulni"/>
      </w:pPr>
    </w:p>
    <w:p w14:paraId="4B1968AF" w14:textId="77777777" w:rsidR="00654CD1" w:rsidRPr="009E689E" w:rsidRDefault="00654CD1">
      <w:pPr>
        <w:pStyle w:val="Texttitulni"/>
      </w:pPr>
    </w:p>
    <w:p w14:paraId="28D1DC9D" w14:textId="77777777" w:rsidR="00654CD1" w:rsidRPr="009E689E" w:rsidRDefault="00654CD1">
      <w:pPr>
        <w:pStyle w:val="Texttitulni"/>
      </w:pPr>
    </w:p>
    <w:p w14:paraId="1609411D" w14:textId="76637F5D" w:rsidR="00654CD1" w:rsidRPr="009E689E" w:rsidRDefault="00654CD1">
      <w:pPr>
        <w:pStyle w:val="Mistoadatum"/>
        <w:ind w:right="-28" w:firstLine="284"/>
      </w:pPr>
      <w:r w:rsidRPr="009E689E">
        <w:t xml:space="preserve">Brno, </w:t>
      </w:r>
      <w:r w:rsidR="009E689E" w:rsidRPr="009E689E">
        <w:t>březen 2022</w:t>
      </w:r>
      <w:r w:rsidRPr="009E689E">
        <w:t xml:space="preserve"> </w:t>
      </w:r>
    </w:p>
    <w:p w14:paraId="544B4CBB" w14:textId="77777777" w:rsidR="00654CD1" w:rsidRPr="009E689E" w:rsidRDefault="00654CD1">
      <w:pPr>
        <w:pStyle w:val="Text"/>
        <w:tabs>
          <w:tab w:val="right" w:pos="9072"/>
        </w:tabs>
        <w:rPr>
          <w:b/>
          <w:noProof/>
        </w:rPr>
      </w:pPr>
    </w:p>
    <w:p w14:paraId="07016DF5" w14:textId="77777777" w:rsidR="001853C6" w:rsidRPr="009E689E" w:rsidRDefault="001853C6">
      <w:pPr>
        <w:pStyle w:val="Text"/>
        <w:tabs>
          <w:tab w:val="right" w:pos="9072"/>
        </w:tabs>
        <w:rPr>
          <w:b/>
          <w:noProof/>
        </w:rPr>
      </w:pPr>
    </w:p>
    <w:p w14:paraId="7C13B359" w14:textId="67CB8D87" w:rsidR="001853C6" w:rsidRPr="009E689E" w:rsidRDefault="001853C6">
      <w:pPr>
        <w:pStyle w:val="Text"/>
        <w:tabs>
          <w:tab w:val="right" w:pos="9072"/>
        </w:tabs>
        <w:rPr>
          <w:b/>
          <w:noProof/>
        </w:rPr>
        <w:sectPr w:rsidR="001853C6" w:rsidRPr="009E689E">
          <w:pgSz w:w="11906" w:h="16838" w:code="9"/>
          <w:pgMar w:top="1418" w:right="1418" w:bottom="1701" w:left="1418" w:header="709" w:footer="907" w:gutter="0"/>
          <w:cols w:space="708"/>
        </w:sectPr>
      </w:pPr>
    </w:p>
    <w:p w14:paraId="1AD457EB" w14:textId="77777777" w:rsidR="00654CD1" w:rsidRPr="009E689E" w:rsidRDefault="00654CD1" w:rsidP="00041503">
      <w:pPr>
        <w:pStyle w:val="Hlavika"/>
        <w:tabs>
          <w:tab w:val="clear" w:pos="6804"/>
          <w:tab w:val="clear" w:pos="7371"/>
          <w:tab w:val="clear" w:pos="9356"/>
          <w:tab w:val="right" w:pos="9072"/>
        </w:tabs>
      </w:pPr>
      <w:r w:rsidRPr="009E689E">
        <w:lastRenderedPageBreak/>
        <w:t>GEOtest, a.s.</w:t>
      </w:r>
      <w:r w:rsidRPr="009E689E">
        <w:tab/>
      </w:r>
      <w:r w:rsidRPr="009E689E">
        <w:rPr>
          <w:b w:val="0"/>
          <w:bCs/>
        </w:rPr>
        <w:t>tel.:</w:t>
      </w:r>
      <w:r w:rsidR="00041503" w:rsidRPr="009E689E">
        <w:rPr>
          <w:b w:val="0"/>
          <w:bCs/>
        </w:rPr>
        <w:t xml:space="preserve"> </w:t>
      </w:r>
      <w:r w:rsidRPr="009E689E">
        <w:t>548 125 111</w:t>
      </w:r>
    </w:p>
    <w:p w14:paraId="5F3D8C24" w14:textId="77777777" w:rsidR="00654CD1" w:rsidRPr="009E689E" w:rsidRDefault="00654CD1" w:rsidP="00041503">
      <w:pPr>
        <w:pStyle w:val="Hlavika"/>
        <w:tabs>
          <w:tab w:val="clear" w:pos="6804"/>
          <w:tab w:val="clear" w:pos="7371"/>
          <w:tab w:val="clear" w:pos="9356"/>
          <w:tab w:val="right" w:pos="9072"/>
        </w:tabs>
      </w:pPr>
      <w:r w:rsidRPr="009E689E">
        <w:t xml:space="preserve">Šmahova </w:t>
      </w:r>
      <w:r w:rsidR="00F61B90" w:rsidRPr="009E689E">
        <w:t>1244/112, 627 00 Brno</w:t>
      </w:r>
      <w:r w:rsidRPr="009E689E">
        <w:tab/>
      </w:r>
      <w:r w:rsidRPr="009E689E">
        <w:rPr>
          <w:b w:val="0"/>
          <w:bCs/>
        </w:rPr>
        <w:t>fax:</w:t>
      </w:r>
      <w:r w:rsidR="00041503" w:rsidRPr="009E689E">
        <w:rPr>
          <w:b w:val="0"/>
          <w:bCs/>
        </w:rPr>
        <w:t xml:space="preserve"> </w:t>
      </w:r>
      <w:r w:rsidRPr="009E689E">
        <w:t>545 217 979</w:t>
      </w:r>
    </w:p>
    <w:p w14:paraId="57361CA4" w14:textId="77777777" w:rsidR="00654CD1" w:rsidRPr="009E689E" w:rsidRDefault="00654CD1" w:rsidP="00041503">
      <w:pPr>
        <w:pStyle w:val="Hlavika"/>
        <w:tabs>
          <w:tab w:val="clear" w:pos="6804"/>
          <w:tab w:val="clear" w:pos="7371"/>
          <w:tab w:val="clear" w:pos="9356"/>
          <w:tab w:val="right" w:pos="9072"/>
        </w:tabs>
      </w:pPr>
      <w:r w:rsidRPr="009E689E">
        <w:rPr>
          <w:b w:val="0"/>
          <w:bCs/>
        </w:rPr>
        <w:t xml:space="preserve">IČ: </w:t>
      </w:r>
      <w:r w:rsidRPr="009E689E">
        <w:rPr>
          <w:bCs/>
        </w:rPr>
        <w:t>46344942</w:t>
      </w:r>
      <w:r w:rsidRPr="009E689E">
        <w:rPr>
          <w:b w:val="0"/>
          <w:bCs/>
        </w:rPr>
        <w:t xml:space="preserve">  DIČ: </w:t>
      </w:r>
      <w:r w:rsidRPr="009E689E">
        <w:t>CZ46344942</w:t>
      </w:r>
      <w:r w:rsidRPr="009E689E">
        <w:tab/>
      </w:r>
      <w:r w:rsidRPr="009E689E">
        <w:rPr>
          <w:b w:val="0"/>
          <w:bCs/>
        </w:rPr>
        <w:t>e-mail:</w:t>
      </w:r>
      <w:r w:rsidR="00041503" w:rsidRPr="009E689E">
        <w:rPr>
          <w:b w:val="0"/>
          <w:bCs/>
        </w:rPr>
        <w:t xml:space="preserve"> </w:t>
      </w:r>
      <w:r w:rsidR="00041503" w:rsidRPr="009E689E">
        <w:rPr>
          <w:bCs/>
        </w:rPr>
        <w:t>info</w:t>
      </w:r>
      <w:r w:rsidRPr="009E689E">
        <w:rPr>
          <w:noProof w:val="0"/>
        </w:rPr>
        <w:t>@geotest.cz</w:t>
      </w:r>
    </w:p>
    <w:p w14:paraId="51F59811" w14:textId="77777777" w:rsidR="00654CD1" w:rsidRPr="009E689E" w:rsidRDefault="00654CD1">
      <w:pPr>
        <w:pStyle w:val="Podhlavika"/>
        <w:ind w:left="-28" w:right="-28"/>
      </w:pPr>
      <w:r w:rsidRPr="009E689E">
        <w:t>Geologické a sanační práce pro ochranu životního prostředí, geotechnický a hydrogeologický průzkum</w:t>
      </w:r>
    </w:p>
    <w:p w14:paraId="55D7B1DF" w14:textId="77777777" w:rsidR="00654CD1" w:rsidRPr="009E689E" w:rsidRDefault="00654CD1">
      <w:pPr>
        <w:pStyle w:val="Texttitulni"/>
      </w:pPr>
    </w:p>
    <w:p w14:paraId="19D53D6D" w14:textId="7E1FCC4B" w:rsidR="00CE3863" w:rsidRPr="009E689E" w:rsidRDefault="00654CD1">
      <w:pPr>
        <w:pStyle w:val="Texttitulni"/>
        <w:tabs>
          <w:tab w:val="left" w:pos="2835"/>
        </w:tabs>
        <w:rPr>
          <w:b/>
        </w:rPr>
      </w:pPr>
      <w:r w:rsidRPr="009E689E">
        <w:t>Číslo a název zakázky:</w:t>
      </w:r>
      <w:r w:rsidRPr="009E689E">
        <w:tab/>
      </w:r>
      <w:r w:rsidR="00CE3863" w:rsidRPr="009E689E">
        <w:rPr>
          <w:b/>
        </w:rPr>
        <w:t>21 7214</w:t>
      </w:r>
      <w:r w:rsidRPr="009E689E">
        <w:rPr>
          <w:b/>
        </w:rPr>
        <w:t xml:space="preserve"> </w:t>
      </w:r>
      <w:r w:rsidR="00CE3863" w:rsidRPr="009E689E">
        <w:rPr>
          <w:b/>
        </w:rPr>
        <w:t>ČEPRO – odvodnění Sedlnice</w:t>
      </w:r>
    </w:p>
    <w:p w14:paraId="172D3AB7" w14:textId="78F7D590" w:rsidR="00CE3863" w:rsidRPr="009E689E" w:rsidRDefault="00654CD1">
      <w:pPr>
        <w:pStyle w:val="Texttitulni"/>
        <w:tabs>
          <w:tab w:val="left" w:pos="2835"/>
        </w:tabs>
      </w:pPr>
      <w:r w:rsidRPr="009E689E">
        <w:t>Objednatel:</w:t>
      </w:r>
      <w:r w:rsidRPr="009E689E">
        <w:tab/>
      </w:r>
      <w:r w:rsidR="00CE3863" w:rsidRPr="009E689E">
        <w:t>Čepro, a.s., Dělnická 213/12, 170 00 Praha 7 Holešovice</w:t>
      </w:r>
    </w:p>
    <w:p w14:paraId="6ED39FA4" w14:textId="17B882FC" w:rsidR="00654CD1" w:rsidRPr="009E689E" w:rsidRDefault="00654CD1">
      <w:pPr>
        <w:pStyle w:val="Texttitulni"/>
        <w:tabs>
          <w:tab w:val="left" w:pos="2835"/>
        </w:tabs>
      </w:pPr>
      <w:r w:rsidRPr="009E689E">
        <w:t>Evidenční číslo ČGS:</w:t>
      </w:r>
      <w:r w:rsidRPr="009E689E">
        <w:tab/>
      </w:r>
      <w:r w:rsidR="00CE3863" w:rsidRPr="009E689E">
        <w:t>Neevidováno</w:t>
      </w:r>
    </w:p>
    <w:p w14:paraId="47A0403A" w14:textId="77777777" w:rsidR="00654CD1" w:rsidRPr="009E689E" w:rsidRDefault="00654CD1">
      <w:pPr>
        <w:pStyle w:val="Texttitulni"/>
      </w:pPr>
    </w:p>
    <w:p w14:paraId="69CCCF67" w14:textId="77777777" w:rsidR="00654CD1" w:rsidRPr="009E689E" w:rsidRDefault="00654CD1">
      <w:pPr>
        <w:pStyle w:val="Texttitulni"/>
      </w:pPr>
    </w:p>
    <w:p w14:paraId="713D968E" w14:textId="77777777" w:rsidR="00514EA2" w:rsidRPr="009E689E" w:rsidRDefault="00514EA2">
      <w:pPr>
        <w:pStyle w:val="Texttitulni"/>
      </w:pPr>
    </w:p>
    <w:p w14:paraId="62C5B441" w14:textId="77777777" w:rsidR="00514EA2" w:rsidRPr="009E689E" w:rsidRDefault="00514EA2">
      <w:pPr>
        <w:pStyle w:val="Texttitulni"/>
      </w:pPr>
    </w:p>
    <w:p w14:paraId="55A10664" w14:textId="77777777" w:rsidR="00514EA2" w:rsidRPr="009E689E" w:rsidRDefault="00514EA2">
      <w:pPr>
        <w:pStyle w:val="Texttitulni"/>
      </w:pPr>
    </w:p>
    <w:p w14:paraId="1D7F0FEF" w14:textId="77777777" w:rsidR="00514EA2" w:rsidRPr="009E689E" w:rsidRDefault="00514EA2" w:rsidP="00514EA2">
      <w:pPr>
        <w:pStyle w:val="Texttitulni"/>
        <w:rPr>
          <w:sz w:val="22"/>
        </w:rPr>
      </w:pPr>
    </w:p>
    <w:p w14:paraId="5A3EAC5F" w14:textId="29C845D0" w:rsidR="001853C6" w:rsidRPr="009E689E" w:rsidRDefault="001853C6" w:rsidP="00514EA2">
      <w:pPr>
        <w:pStyle w:val="Texttitulni"/>
        <w:jc w:val="center"/>
        <w:rPr>
          <w:b/>
          <w:sz w:val="36"/>
        </w:rPr>
      </w:pPr>
      <w:r w:rsidRPr="009E689E">
        <w:rPr>
          <w:b/>
          <w:sz w:val="36"/>
        </w:rPr>
        <w:t>Rekonstrukce odvodnění srážkových vod ze střech 4 sklad. nádrží</w:t>
      </w:r>
    </w:p>
    <w:p w14:paraId="58E68278" w14:textId="4D7336E6" w:rsidR="00514EA2" w:rsidRPr="009E689E" w:rsidRDefault="001853C6" w:rsidP="00514EA2">
      <w:pPr>
        <w:pStyle w:val="Texttitulni"/>
        <w:jc w:val="center"/>
        <w:rPr>
          <w:b/>
          <w:sz w:val="36"/>
        </w:rPr>
      </w:pPr>
      <w:r w:rsidRPr="009E689E">
        <w:rPr>
          <w:b/>
          <w:sz w:val="36"/>
        </w:rPr>
        <w:t>A Průvodní zpráva</w:t>
      </w:r>
    </w:p>
    <w:p w14:paraId="1E281847" w14:textId="77777777" w:rsidR="00514EA2" w:rsidRPr="009E689E" w:rsidRDefault="00514EA2" w:rsidP="00514EA2">
      <w:pPr>
        <w:pStyle w:val="Texttitulni"/>
        <w:jc w:val="center"/>
        <w:rPr>
          <w:b/>
        </w:rPr>
      </w:pPr>
    </w:p>
    <w:p w14:paraId="033817BD" w14:textId="77777777" w:rsidR="00514EA2" w:rsidRPr="009E689E" w:rsidRDefault="00514EA2" w:rsidP="00514EA2">
      <w:pPr>
        <w:pStyle w:val="Texttitulni"/>
        <w:jc w:val="center"/>
        <w:rPr>
          <w:b/>
        </w:rPr>
      </w:pPr>
    </w:p>
    <w:p w14:paraId="19F36D21" w14:textId="77777777" w:rsidR="00514EA2" w:rsidRPr="009E689E" w:rsidRDefault="00514EA2" w:rsidP="00514EA2">
      <w:pPr>
        <w:pStyle w:val="Texttitulni"/>
        <w:jc w:val="center"/>
        <w:rPr>
          <w:b/>
        </w:rPr>
      </w:pPr>
    </w:p>
    <w:p w14:paraId="2AAE38B3" w14:textId="77777777" w:rsidR="00514EA2" w:rsidRPr="009E689E" w:rsidRDefault="00514EA2" w:rsidP="00514EA2">
      <w:pPr>
        <w:pStyle w:val="Texttitulni"/>
        <w:jc w:val="center"/>
        <w:rPr>
          <w:b/>
        </w:rPr>
      </w:pPr>
    </w:p>
    <w:p w14:paraId="78C1EDDC" w14:textId="77777777" w:rsidR="00514EA2" w:rsidRPr="009E689E" w:rsidRDefault="00514EA2" w:rsidP="00514EA2">
      <w:pPr>
        <w:pStyle w:val="Texttitulni"/>
        <w:jc w:val="center"/>
        <w:rPr>
          <w:b/>
          <w:sz w:val="20"/>
        </w:rPr>
      </w:pPr>
    </w:p>
    <w:p w14:paraId="42CF1206" w14:textId="77777777" w:rsidR="00514EA2" w:rsidRPr="009E689E" w:rsidRDefault="00514EA2" w:rsidP="00514EA2">
      <w:pPr>
        <w:pStyle w:val="Texttitulni"/>
        <w:jc w:val="center"/>
        <w:rPr>
          <w:b/>
        </w:rPr>
      </w:pPr>
    </w:p>
    <w:p w14:paraId="1CF348D3" w14:textId="77777777" w:rsidR="00514EA2" w:rsidRPr="009E689E" w:rsidRDefault="00514EA2" w:rsidP="00514EA2">
      <w:pPr>
        <w:pStyle w:val="Texttitulni"/>
        <w:jc w:val="center"/>
        <w:rPr>
          <w:b/>
        </w:rPr>
      </w:pPr>
    </w:p>
    <w:p w14:paraId="5E81FB63" w14:textId="77777777" w:rsidR="001853C6" w:rsidRPr="009E689E" w:rsidRDefault="001853C6" w:rsidP="001853C6">
      <w:pPr>
        <w:pStyle w:val="Texttitulni"/>
        <w:tabs>
          <w:tab w:val="left" w:pos="2127"/>
        </w:tabs>
        <w:spacing w:line="360" w:lineRule="auto"/>
        <w:ind w:left="2127" w:hanging="2127"/>
        <w:rPr>
          <w:bCs/>
        </w:rPr>
      </w:pPr>
      <w:r w:rsidRPr="009E689E">
        <w:rPr>
          <w:bCs/>
        </w:rPr>
        <w:t>Odpovědný řešitel:</w:t>
      </w:r>
      <w:r w:rsidRPr="009E689E">
        <w:rPr>
          <w:bCs/>
        </w:rPr>
        <w:tab/>
      </w:r>
      <w:r w:rsidRPr="009E689E">
        <w:rPr>
          <w:b/>
        </w:rPr>
        <w:t xml:space="preserve">Ing. Jaroslav Gric, </w:t>
      </w:r>
      <w:r w:rsidRPr="009E689E">
        <w:rPr>
          <w:bCs/>
        </w:rPr>
        <w:t>autorizovaný inženýr</w:t>
      </w:r>
      <w:r w:rsidRPr="009E689E">
        <w:rPr>
          <w:bCs/>
        </w:rPr>
        <w:tab/>
      </w:r>
      <w:r w:rsidRPr="009E689E">
        <w:rPr>
          <w:bCs/>
        </w:rPr>
        <w:br/>
        <w:t xml:space="preserve"> pro stavby vodního hospodářství a krajinného inženýrství,</w:t>
      </w:r>
      <w:r w:rsidRPr="009E689E">
        <w:rPr>
          <w:bCs/>
        </w:rPr>
        <w:tab/>
      </w:r>
      <w:r w:rsidRPr="009E689E">
        <w:rPr>
          <w:bCs/>
        </w:rPr>
        <w:br/>
        <w:t>číslo autorizace ČKAIT: 1004065</w:t>
      </w:r>
    </w:p>
    <w:p w14:paraId="3B95F343" w14:textId="2E54DDD0" w:rsidR="001853C6" w:rsidRPr="009E689E" w:rsidRDefault="001853C6" w:rsidP="001853C6">
      <w:pPr>
        <w:pStyle w:val="Texttitulni"/>
        <w:tabs>
          <w:tab w:val="left" w:pos="2127"/>
        </w:tabs>
        <w:spacing w:line="360" w:lineRule="auto"/>
        <w:rPr>
          <w:b/>
        </w:rPr>
      </w:pPr>
      <w:r w:rsidRPr="009E689E">
        <w:t>Zpracoval:</w:t>
      </w:r>
      <w:r w:rsidRPr="009E689E">
        <w:tab/>
      </w:r>
      <w:r w:rsidRPr="009E689E">
        <w:rPr>
          <w:b/>
        </w:rPr>
        <w:t>Ing. Adam Vyplel</w:t>
      </w:r>
    </w:p>
    <w:p w14:paraId="08CE3947" w14:textId="26C076ED" w:rsidR="00EE6E2C" w:rsidRPr="009E689E" w:rsidRDefault="00EE6E2C" w:rsidP="001853C6">
      <w:pPr>
        <w:pStyle w:val="Texttitulni"/>
        <w:tabs>
          <w:tab w:val="left" w:pos="2127"/>
        </w:tabs>
        <w:spacing w:line="360" w:lineRule="auto"/>
        <w:rPr>
          <w:b/>
        </w:rPr>
      </w:pPr>
      <w:r w:rsidRPr="009E689E">
        <w:rPr>
          <w:b/>
        </w:rPr>
        <w:tab/>
        <w:t>Ing. Pavel Peslar</w:t>
      </w:r>
    </w:p>
    <w:p w14:paraId="02A21335" w14:textId="1C3889AA" w:rsidR="001853C6" w:rsidRPr="009E689E" w:rsidRDefault="001853C6" w:rsidP="001853C6">
      <w:pPr>
        <w:pStyle w:val="Texttitulni"/>
        <w:tabs>
          <w:tab w:val="left" w:pos="2127"/>
        </w:tabs>
        <w:spacing w:line="360" w:lineRule="auto"/>
      </w:pPr>
      <w:r w:rsidRPr="009E689E">
        <w:rPr>
          <w:bCs/>
        </w:rPr>
        <w:t>Prověřil</w:t>
      </w:r>
      <w:r w:rsidRPr="009E689E">
        <w:t>:</w:t>
      </w:r>
      <w:r w:rsidRPr="009E689E">
        <w:tab/>
      </w:r>
      <w:r w:rsidRPr="009E689E">
        <w:rPr>
          <w:b/>
        </w:rPr>
        <w:t>Mgr. Jan Oprchal</w:t>
      </w:r>
      <w:r w:rsidRPr="009E689E">
        <w:t>, oborový manažer</w:t>
      </w:r>
    </w:p>
    <w:p w14:paraId="6B066757" w14:textId="77777777" w:rsidR="00514EA2" w:rsidRPr="009E689E" w:rsidRDefault="00514EA2" w:rsidP="00514EA2">
      <w:pPr>
        <w:pStyle w:val="Texttitulni"/>
        <w:tabs>
          <w:tab w:val="left" w:pos="1418"/>
        </w:tabs>
      </w:pPr>
    </w:p>
    <w:p w14:paraId="6FB75436" w14:textId="77777777" w:rsidR="00514EA2" w:rsidRPr="009E689E" w:rsidRDefault="00514EA2" w:rsidP="00514EA2">
      <w:pPr>
        <w:pStyle w:val="Texttitulni"/>
        <w:tabs>
          <w:tab w:val="left" w:pos="1418"/>
        </w:tabs>
      </w:pPr>
    </w:p>
    <w:p w14:paraId="67269320" w14:textId="2F83E4E4" w:rsidR="00514EA2" w:rsidRPr="009E689E" w:rsidRDefault="00514EA2" w:rsidP="00514EA2">
      <w:pPr>
        <w:pStyle w:val="Texttitulni"/>
        <w:tabs>
          <w:tab w:val="left" w:pos="1418"/>
        </w:tabs>
      </w:pPr>
    </w:p>
    <w:p w14:paraId="4DE72809" w14:textId="77777777" w:rsidR="00514EA2" w:rsidRPr="009E689E" w:rsidRDefault="00514EA2" w:rsidP="00514EA2">
      <w:pPr>
        <w:pStyle w:val="Text"/>
        <w:jc w:val="center"/>
      </w:pPr>
      <w:r w:rsidRPr="009E689E">
        <w:t>___________________________________</w:t>
      </w:r>
    </w:p>
    <w:p w14:paraId="37F7D350" w14:textId="77777777" w:rsidR="00976BA7" w:rsidRPr="009E689E" w:rsidRDefault="00976BA7" w:rsidP="00976BA7">
      <w:pPr>
        <w:pStyle w:val="Text"/>
        <w:spacing w:before="0"/>
        <w:jc w:val="center"/>
        <w:rPr>
          <w:bCs/>
        </w:rPr>
      </w:pPr>
      <w:r w:rsidRPr="009E689E">
        <w:rPr>
          <w:bCs/>
        </w:rPr>
        <w:t>jméno</w:t>
      </w:r>
    </w:p>
    <w:p w14:paraId="39726912" w14:textId="77777777" w:rsidR="00976BA7" w:rsidRPr="009E689E" w:rsidRDefault="00976BA7" w:rsidP="00976BA7">
      <w:pPr>
        <w:pStyle w:val="Text"/>
        <w:spacing w:before="0"/>
        <w:jc w:val="center"/>
        <w:rPr>
          <w:bCs/>
        </w:rPr>
      </w:pPr>
      <w:r w:rsidRPr="009E689E">
        <w:rPr>
          <w:bCs/>
        </w:rPr>
        <w:t xml:space="preserve">člen představenstva </w:t>
      </w:r>
    </w:p>
    <w:p w14:paraId="7535BC8A" w14:textId="77777777" w:rsidR="00654CD1" w:rsidRPr="009E689E" w:rsidRDefault="00654CD1">
      <w:pPr>
        <w:pStyle w:val="Texttitulni"/>
      </w:pPr>
    </w:p>
    <w:p w14:paraId="298EF4A4" w14:textId="77777777" w:rsidR="00654CD1" w:rsidRPr="009E689E" w:rsidRDefault="00654CD1">
      <w:pPr>
        <w:pStyle w:val="Texttitulni"/>
      </w:pPr>
    </w:p>
    <w:p w14:paraId="2FB19686" w14:textId="089F2FE0" w:rsidR="00654CD1" w:rsidRPr="009E689E" w:rsidRDefault="00654CD1">
      <w:pPr>
        <w:pStyle w:val="Mistoadatum"/>
      </w:pPr>
      <w:r w:rsidRPr="009E689E">
        <w:t xml:space="preserve">Brno, </w:t>
      </w:r>
      <w:r w:rsidR="009E689E" w:rsidRPr="009E689E">
        <w:t>březen 2022</w:t>
      </w:r>
      <w:r w:rsidRPr="009E689E">
        <w:tab/>
        <w:t>Výtisk č.</w:t>
      </w:r>
    </w:p>
    <w:p w14:paraId="50E2E423" w14:textId="77777777" w:rsidR="001853C6" w:rsidRPr="009E689E" w:rsidRDefault="001853C6">
      <w:pPr>
        <w:pStyle w:val="Mistoadatum"/>
      </w:pPr>
    </w:p>
    <w:p w14:paraId="6C4C10D1" w14:textId="4AE867CC" w:rsidR="001853C6" w:rsidRPr="009E689E" w:rsidRDefault="001853C6">
      <w:pPr>
        <w:pStyle w:val="Mistoadatum"/>
        <w:sectPr w:rsidR="001853C6" w:rsidRPr="009E689E">
          <w:headerReference w:type="even" r:id="rId8"/>
          <w:pgSz w:w="11906" w:h="16838"/>
          <w:pgMar w:top="1418" w:right="1418" w:bottom="1418" w:left="1418" w:header="709" w:footer="907" w:gutter="0"/>
          <w:cols w:space="708"/>
        </w:sectPr>
      </w:pPr>
    </w:p>
    <w:p w14:paraId="5A2328D6" w14:textId="245E1959" w:rsidR="00654CD1" w:rsidRPr="009E689E" w:rsidRDefault="00654CD1">
      <w:pPr>
        <w:pStyle w:val="Nadpis"/>
      </w:pPr>
      <w:r w:rsidRPr="009E689E">
        <w:lastRenderedPageBreak/>
        <w:t>rozdělovník</w:t>
      </w:r>
      <w:bookmarkEnd w:id="0"/>
      <w:bookmarkEnd w:id="1"/>
      <w:bookmarkEnd w:id="2"/>
      <w:bookmarkEnd w:id="3"/>
      <w:bookmarkEnd w:id="4"/>
      <w:bookmarkEnd w:id="5"/>
      <w:bookmarkEnd w:id="6"/>
    </w:p>
    <w:p w14:paraId="6D4B76C5" w14:textId="4F3885F7" w:rsidR="00F16333" w:rsidRPr="009E689E" w:rsidRDefault="00F16333" w:rsidP="00F16333">
      <w:pPr>
        <w:pStyle w:val="Rozdlovnk"/>
      </w:pPr>
      <w:bookmarkStart w:id="13" w:name="_Toc464537005"/>
      <w:bookmarkStart w:id="14" w:name="_Toc464537290"/>
      <w:bookmarkStart w:id="15" w:name="_Hlk82684072"/>
      <w:r w:rsidRPr="009E689E">
        <w:t xml:space="preserve">Výtisk </w:t>
      </w:r>
      <w:r w:rsidRPr="009E689E">
        <w:rPr>
          <w:noProof/>
        </w:rPr>
        <w:t>č</w:t>
      </w:r>
      <w:r w:rsidRPr="009E689E">
        <w:t>.</w:t>
      </w:r>
      <w:r w:rsidRPr="009E689E">
        <w:tab/>
      </w:r>
      <w:r w:rsidR="00DC13B7" w:rsidRPr="009E689E">
        <w:rPr>
          <w:b/>
        </w:rPr>
        <w:t>1–5</w:t>
      </w:r>
      <w:r w:rsidRPr="009E689E">
        <w:t>:</w:t>
      </w:r>
      <w:bookmarkEnd w:id="13"/>
      <w:bookmarkEnd w:id="14"/>
      <w:r w:rsidRPr="009E689E">
        <w:tab/>
        <w:t>Objednatel</w:t>
      </w:r>
      <w:r w:rsidRPr="009E689E">
        <w:br/>
      </w:r>
      <w:r w:rsidRPr="009E689E">
        <w:rPr>
          <w:b/>
        </w:rPr>
        <w:t>6</w:t>
      </w:r>
      <w:r w:rsidRPr="009E689E">
        <w:t>:</w:t>
      </w:r>
      <w:r w:rsidRPr="009E689E">
        <w:tab/>
      </w:r>
      <w:r w:rsidR="009E689E" w:rsidRPr="009E689E">
        <w:t>A</w:t>
      </w:r>
      <w:r w:rsidRPr="009E689E">
        <w:t>rchiv GEOtest, a.s.</w:t>
      </w:r>
      <w:bookmarkEnd w:id="15"/>
      <w:r w:rsidRPr="009E689E">
        <w:br/>
      </w:r>
    </w:p>
    <w:p w14:paraId="39533776" w14:textId="47737B25" w:rsidR="00654CD1" w:rsidRPr="009E689E" w:rsidRDefault="00654CD1">
      <w:pPr>
        <w:pStyle w:val="Nadpis"/>
      </w:pPr>
      <w:bookmarkStart w:id="16" w:name="_Toc464537008"/>
      <w:bookmarkStart w:id="17" w:name="_Toc464537293"/>
      <w:bookmarkStart w:id="18" w:name="_Toc464978977"/>
      <w:bookmarkStart w:id="19" w:name="_Toc464979055"/>
      <w:bookmarkStart w:id="20" w:name="_Toc464981420"/>
      <w:bookmarkStart w:id="21" w:name="_Toc464982444"/>
      <w:bookmarkStart w:id="22" w:name="_Toc464982459"/>
      <w:r w:rsidRPr="009E689E">
        <w:t>obsah</w:t>
      </w:r>
      <w:bookmarkStart w:id="23" w:name="_Toc464978978"/>
      <w:bookmarkStart w:id="24" w:name="_Toc464979056"/>
      <w:bookmarkStart w:id="25" w:name="_Toc464981421"/>
      <w:bookmarkStart w:id="26" w:name="_Toc464982445"/>
      <w:bookmarkStart w:id="27" w:name="_Toc464982460"/>
      <w:bookmarkEnd w:id="16"/>
      <w:bookmarkEnd w:id="17"/>
      <w:bookmarkEnd w:id="18"/>
      <w:bookmarkEnd w:id="19"/>
      <w:bookmarkEnd w:id="20"/>
      <w:bookmarkEnd w:id="21"/>
      <w:bookmarkEnd w:id="22"/>
    </w:p>
    <w:sdt>
      <w:sdtPr>
        <w:id w:val="23683157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C27D02F" w14:textId="37C11425" w:rsidR="00C91BAF" w:rsidRPr="009E689E" w:rsidRDefault="00C91BAF" w:rsidP="00C91BAF"/>
        <w:p w14:paraId="77B40D30" w14:textId="490ABD96" w:rsidR="009E689E" w:rsidRPr="009E689E" w:rsidRDefault="00C91BAF">
          <w:pPr>
            <w:pStyle w:val="Obsah1"/>
            <w:rPr>
              <w:rFonts w:eastAsiaTheme="minorEastAsia"/>
              <w:b w:val="0"/>
              <w:sz w:val="22"/>
              <w:szCs w:val="22"/>
            </w:rPr>
          </w:pPr>
          <w:r w:rsidRPr="009E689E">
            <w:fldChar w:fldCharType="begin"/>
          </w:r>
          <w:r w:rsidRPr="009E689E">
            <w:instrText xml:space="preserve"> TOC \o "1-3" \h \z \u </w:instrText>
          </w:r>
          <w:r w:rsidRPr="009E689E">
            <w:fldChar w:fldCharType="separate"/>
          </w:r>
          <w:hyperlink r:id="rId9" w:anchor="_Toc98856064" w:history="1">
            <w:r w:rsidR="009E689E" w:rsidRPr="009E689E">
              <w:rPr>
                <w:rStyle w:val="Hypertextovodkaz"/>
              </w:rPr>
              <w:t>Rekonstrukce odvodnění srážkových vod ze střech 4 sklad. nádrží</w:t>
            </w:r>
            <w:r w:rsidR="009E689E" w:rsidRPr="009E689E">
              <w:rPr>
                <w:webHidden/>
              </w:rPr>
              <w:tab/>
            </w:r>
            <w:r w:rsidR="009E689E" w:rsidRPr="009E689E">
              <w:rPr>
                <w:webHidden/>
              </w:rPr>
              <w:fldChar w:fldCharType="begin"/>
            </w:r>
            <w:r w:rsidR="009E689E" w:rsidRPr="009E689E">
              <w:rPr>
                <w:webHidden/>
              </w:rPr>
              <w:instrText xml:space="preserve"> PAGEREF _Toc98856064 \h </w:instrText>
            </w:r>
            <w:r w:rsidR="009E689E" w:rsidRPr="009E689E">
              <w:rPr>
                <w:webHidden/>
              </w:rPr>
            </w:r>
            <w:r w:rsidR="009E689E" w:rsidRPr="009E689E">
              <w:rPr>
                <w:webHidden/>
              </w:rPr>
              <w:fldChar w:fldCharType="separate"/>
            </w:r>
            <w:r w:rsidR="00D814B8">
              <w:rPr>
                <w:webHidden/>
              </w:rPr>
              <w:t>1</w:t>
            </w:r>
            <w:r w:rsidR="009E689E" w:rsidRPr="009E689E">
              <w:rPr>
                <w:webHidden/>
              </w:rPr>
              <w:fldChar w:fldCharType="end"/>
            </w:r>
          </w:hyperlink>
        </w:p>
        <w:p w14:paraId="516AD49C" w14:textId="1FB39581" w:rsidR="009E689E" w:rsidRPr="009E689E" w:rsidRDefault="009E689E">
          <w:pPr>
            <w:pStyle w:val="Obsah2"/>
            <w:rPr>
              <w:rFonts w:eastAsiaTheme="minorEastAsia"/>
              <w:sz w:val="22"/>
              <w:szCs w:val="22"/>
            </w:rPr>
          </w:pPr>
          <w:hyperlink r:id="rId10" w:anchor="_Toc98856065" w:history="1">
            <w:r w:rsidRPr="009E689E">
              <w:rPr>
                <w:rStyle w:val="Hypertextovodkaz"/>
                <w:bCs/>
              </w:rPr>
              <w:t>Dokumentace pro provádění stavby (DPS)</w:t>
            </w:r>
            <w:r w:rsidRPr="009E689E">
              <w:rPr>
                <w:webHidden/>
              </w:rPr>
              <w:tab/>
            </w:r>
            <w:r w:rsidRPr="009E689E">
              <w:rPr>
                <w:webHidden/>
              </w:rPr>
              <w:fldChar w:fldCharType="begin"/>
            </w:r>
            <w:r w:rsidRPr="009E689E">
              <w:rPr>
                <w:webHidden/>
              </w:rPr>
              <w:instrText xml:space="preserve"> PAGEREF _Toc98856065 \h </w:instrText>
            </w:r>
            <w:r w:rsidRPr="009E689E">
              <w:rPr>
                <w:webHidden/>
              </w:rPr>
            </w:r>
            <w:r w:rsidRPr="009E689E">
              <w:rPr>
                <w:webHidden/>
              </w:rPr>
              <w:fldChar w:fldCharType="separate"/>
            </w:r>
            <w:r w:rsidR="00D814B8">
              <w:rPr>
                <w:webHidden/>
              </w:rPr>
              <w:t>1</w:t>
            </w:r>
            <w:r w:rsidRPr="009E689E">
              <w:rPr>
                <w:webHidden/>
              </w:rPr>
              <w:fldChar w:fldCharType="end"/>
            </w:r>
          </w:hyperlink>
        </w:p>
        <w:p w14:paraId="0A6B4D5A" w14:textId="5FFB4614" w:rsidR="009E689E" w:rsidRPr="009E689E" w:rsidRDefault="009E689E">
          <w:pPr>
            <w:pStyle w:val="Obsah2"/>
            <w:rPr>
              <w:rFonts w:eastAsiaTheme="minorEastAsia"/>
              <w:sz w:val="22"/>
              <w:szCs w:val="22"/>
            </w:rPr>
          </w:pPr>
          <w:hyperlink r:id="rId11" w:anchor="_Toc98856066" w:history="1">
            <w:r w:rsidRPr="009E689E">
              <w:rPr>
                <w:rStyle w:val="Hypertextovodkaz"/>
              </w:rPr>
              <w:t>A Průvodní zpráva</w:t>
            </w:r>
            <w:r w:rsidRPr="009E689E">
              <w:rPr>
                <w:webHidden/>
              </w:rPr>
              <w:tab/>
            </w:r>
            <w:r w:rsidRPr="009E689E">
              <w:rPr>
                <w:webHidden/>
              </w:rPr>
              <w:fldChar w:fldCharType="begin"/>
            </w:r>
            <w:r w:rsidRPr="009E689E">
              <w:rPr>
                <w:webHidden/>
              </w:rPr>
              <w:instrText xml:space="preserve"> PAGEREF _Toc98856066 \h </w:instrText>
            </w:r>
            <w:r w:rsidRPr="009E689E">
              <w:rPr>
                <w:webHidden/>
              </w:rPr>
            </w:r>
            <w:r w:rsidRPr="009E689E">
              <w:rPr>
                <w:webHidden/>
              </w:rPr>
              <w:fldChar w:fldCharType="separate"/>
            </w:r>
            <w:r w:rsidR="00D814B8">
              <w:rPr>
                <w:webHidden/>
              </w:rPr>
              <w:t>1</w:t>
            </w:r>
            <w:r w:rsidRPr="009E689E">
              <w:rPr>
                <w:webHidden/>
              </w:rPr>
              <w:fldChar w:fldCharType="end"/>
            </w:r>
          </w:hyperlink>
        </w:p>
        <w:p w14:paraId="51831FA8" w14:textId="66BAFD8B" w:rsidR="009E689E" w:rsidRPr="009E689E" w:rsidRDefault="009E689E">
          <w:pPr>
            <w:pStyle w:val="Obsah1"/>
            <w:rPr>
              <w:rFonts w:eastAsiaTheme="minorEastAsia"/>
              <w:b w:val="0"/>
              <w:sz w:val="22"/>
              <w:szCs w:val="22"/>
            </w:rPr>
          </w:pPr>
          <w:hyperlink w:anchor="_Toc98856067" w:history="1">
            <w:r w:rsidRPr="009E689E">
              <w:rPr>
                <w:rStyle w:val="Hypertextovodkaz"/>
              </w:rPr>
              <w:t>1.</w:t>
            </w:r>
            <w:r w:rsidRPr="009E689E">
              <w:rPr>
                <w:rFonts w:eastAsiaTheme="minorEastAsia"/>
                <w:b w:val="0"/>
                <w:sz w:val="22"/>
                <w:szCs w:val="22"/>
              </w:rPr>
              <w:tab/>
            </w:r>
            <w:r w:rsidRPr="009E689E">
              <w:rPr>
                <w:rStyle w:val="Hypertextovodkaz"/>
              </w:rPr>
              <w:t>Identifikační údaje</w:t>
            </w:r>
            <w:r w:rsidRPr="009E689E">
              <w:rPr>
                <w:webHidden/>
              </w:rPr>
              <w:tab/>
            </w:r>
            <w:r w:rsidRPr="009E689E">
              <w:rPr>
                <w:webHidden/>
              </w:rPr>
              <w:fldChar w:fldCharType="begin"/>
            </w:r>
            <w:r w:rsidRPr="009E689E">
              <w:rPr>
                <w:webHidden/>
              </w:rPr>
              <w:instrText xml:space="preserve"> PAGEREF _Toc98856067 \h </w:instrText>
            </w:r>
            <w:r w:rsidRPr="009E689E">
              <w:rPr>
                <w:webHidden/>
              </w:rPr>
            </w:r>
            <w:r w:rsidRPr="009E689E">
              <w:rPr>
                <w:webHidden/>
              </w:rPr>
              <w:fldChar w:fldCharType="separate"/>
            </w:r>
            <w:r w:rsidR="00D814B8">
              <w:rPr>
                <w:webHidden/>
              </w:rPr>
              <w:t>7</w:t>
            </w:r>
            <w:r w:rsidRPr="009E689E">
              <w:rPr>
                <w:webHidden/>
              </w:rPr>
              <w:fldChar w:fldCharType="end"/>
            </w:r>
          </w:hyperlink>
        </w:p>
        <w:p w14:paraId="2E623F15" w14:textId="70A0BA71" w:rsidR="009E689E" w:rsidRPr="009E689E" w:rsidRDefault="009E689E">
          <w:pPr>
            <w:pStyle w:val="Obsah2"/>
            <w:rPr>
              <w:rFonts w:eastAsiaTheme="minorEastAsia"/>
              <w:sz w:val="22"/>
              <w:szCs w:val="22"/>
            </w:rPr>
          </w:pPr>
          <w:hyperlink w:anchor="_Toc98856068" w:history="1">
            <w:r w:rsidRPr="009E689E">
              <w:rPr>
                <w:rStyle w:val="Hypertextovodkaz"/>
              </w:rPr>
              <w:t>1.1</w:t>
            </w:r>
            <w:r w:rsidRPr="009E689E">
              <w:rPr>
                <w:rFonts w:eastAsiaTheme="minorEastAsia"/>
                <w:sz w:val="22"/>
                <w:szCs w:val="22"/>
              </w:rPr>
              <w:tab/>
            </w:r>
            <w:r w:rsidRPr="009E689E">
              <w:rPr>
                <w:rStyle w:val="Hypertextovodkaz"/>
              </w:rPr>
              <w:t>Údaje o stavbě</w:t>
            </w:r>
            <w:r w:rsidRPr="009E689E">
              <w:rPr>
                <w:webHidden/>
              </w:rPr>
              <w:tab/>
            </w:r>
            <w:r w:rsidRPr="009E689E">
              <w:rPr>
                <w:webHidden/>
              </w:rPr>
              <w:fldChar w:fldCharType="begin"/>
            </w:r>
            <w:r w:rsidRPr="009E689E">
              <w:rPr>
                <w:webHidden/>
              </w:rPr>
              <w:instrText xml:space="preserve"> PAGEREF _Toc98856068 \h </w:instrText>
            </w:r>
            <w:r w:rsidRPr="009E689E">
              <w:rPr>
                <w:webHidden/>
              </w:rPr>
            </w:r>
            <w:r w:rsidRPr="009E689E">
              <w:rPr>
                <w:webHidden/>
              </w:rPr>
              <w:fldChar w:fldCharType="separate"/>
            </w:r>
            <w:r w:rsidR="00D814B8">
              <w:rPr>
                <w:webHidden/>
              </w:rPr>
              <w:t>7</w:t>
            </w:r>
            <w:r w:rsidRPr="009E689E">
              <w:rPr>
                <w:webHidden/>
              </w:rPr>
              <w:fldChar w:fldCharType="end"/>
            </w:r>
          </w:hyperlink>
        </w:p>
        <w:p w14:paraId="0A1AD44F" w14:textId="44DA6204" w:rsidR="009E689E" w:rsidRPr="009E689E" w:rsidRDefault="009E689E">
          <w:pPr>
            <w:pStyle w:val="Obsah2"/>
            <w:rPr>
              <w:rFonts w:eastAsiaTheme="minorEastAsia"/>
              <w:sz w:val="22"/>
              <w:szCs w:val="22"/>
            </w:rPr>
          </w:pPr>
          <w:hyperlink w:anchor="_Toc98856069" w:history="1">
            <w:r w:rsidRPr="009E689E">
              <w:rPr>
                <w:rStyle w:val="Hypertextovodkaz"/>
              </w:rPr>
              <w:t>1.2</w:t>
            </w:r>
            <w:r w:rsidRPr="009E689E">
              <w:rPr>
                <w:rFonts w:eastAsiaTheme="minorEastAsia"/>
                <w:sz w:val="22"/>
                <w:szCs w:val="22"/>
              </w:rPr>
              <w:tab/>
            </w:r>
            <w:r w:rsidRPr="009E689E">
              <w:rPr>
                <w:rStyle w:val="Hypertextovodkaz"/>
              </w:rPr>
              <w:t>Údaje o stavebníkovi</w:t>
            </w:r>
            <w:r w:rsidRPr="009E689E">
              <w:rPr>
                <w:webHidden/>
              </w:rPr>
              <w:tab/>
            </w:r>
            <w:r w:rsidRPr="009E689E">
              <w:rPr>
                <w:webHidden/>
              </w:rPr>
              <w:fldChar w:fldCharType="begin"/>
            </w:r>
            <w:r w:rsidRPr="009E689E">
              <w:rPr>
                <w:webHidden/>
              </w:rPr>
              <w:instrText xml:space="preserve"> PAGEREF _Toc98856069 \h </w:instrText>
            </w:r>
            <w:r w:rsidRPr="009E689E">
              <w:rPr>
                <w:webHidden/>
              </w:rPr>
            </w:r>
            <w:r w:rsidRPr="009E689E">
              <w:rPr>
                <w:webHidden/>
              </w:rPr>
              <w:fldChar w:fldCharType="separate"/>
            </w:r>
            <w:r w:rsidR="00D814B8">
              <w:rPr>
                <w:webHidden/>
              </w:rPr>
              <w:t>8</w:t>
            </w:r>
            <w:r w:rsidRPr="009E689E">
              <w:rPr>
                <w:webHidden/>
              </w:rPr>
              <w:fldChar w:fldCharType="end"/>
            </w:r>
          </w:hyperlink>
        </w:p>
        <w:p w14:paraId="424F9FB5" w14:textId="536E03FB" w:rsidR="009E689E" w:rsidRPr="009E689E" w:rsidRDefault="009E689E">
          <w:pPr>
            <w:pStyle w:val="Obsah2"/>
            <w:rPr>
              <w:rFonts w:eastAsiaTheme="minorEastAsia"/>
              <w:sz w:val="22"/>
              <w:szCs w:val="22"/>
            </w:rPr>
          </w:pPr>
          <w:hyperlink w:anchor="_Toc98856070" w:history="1">
            <w:r w:rsidRPr="009E689E">
              <w:rPr>
                <w:rStyle w:val="Hypertextovodkaz"/>
              </w:rPr>
              <w:t>1.3</w:t>
            </w:r>
            <w:r w:rsidRPr="009E689E">
              <w:rPr>
                <w:rFonts w:eastAsiaTheme="minorEastAsia"/>
                <w:sz w:val="22"/>
                <w:szCs w:val="22"/>
              </w:rPr>
              <w:tab/>
            </w:r>
            <w:r w:rsidRPr="009E689E">
              <w:rPr>
                <w:rStyle w:val="Hypertextovodkaz"/>
              </w:rPr>
              <w:t>Údaje o zpracovateli společné dokumentace a projektové dokumentace pro provádění stavby</w:t>
            </w:r>
            <w:r w:rsidRPr="009E689E">
              <w:rPr>
                <w:webHidden/>
              </w:rPr>
              <w:tab/>
            </w:r>
            <w:r w:rsidRPr="009E689E">
              <w:rPr>
                <w:webHidden/>
              </w:rPr>
              <w:fldChar w:fldCharType="begin"/>
            </w:r>
            <w:r w:rsidRPr="009E689E">
              <w:rPr>
                <w:webHidden/>
              </w:rPr>
              <w:instrText xml:space="preserve"> PAGEREF _Toc98856070 \h </w:instrText>
            </w:r>
            <w:r w:rsidRPr="009E689E">
              <w:rPr>
                <w:webHidden/>
              </w:rPr>
            </w:r>
            <w:r w:rsidRPr="009E689E">
              <w:rPr>
                <w:webHidden/>
              </w:rPr>
              <w:fldChar w:fldCharType="separate"/>
            </w:r>
            <w:r w:rsidR="00D814B8">
              <w:rPr>
                <w:webHidden/>
              </w:rPr>
              <w:t>8</w:t>
            </w:r>
            <w:r w:rsidRPr="009E689E">
              <w:rPr>
                <w:webHidden/>
              </w:rPr>
              <w:fldChar w:fldCharType="end"/>
            </w:r>
          </w:hyperlink>
        </w:p>
        <w:p w14:paraId="03AEC7C3" w14:textId="725C1A10" w:rsidR="009E689E" w:rsidRPr="009E689E" w:rsidRDefault="009E689E">
          <w:pPr>
            <w:pStyle w:val="Obsah1"/>
            <w:rPr>
              <w:rFonts w:eastAsiaTheme="minorEastAsia"/>
              <w:b w:val="0"/>
              <w:sz w:val="22"/>
              <w:szCs w:val="22"/>
            </w:rPr>
          </w:pPr>
          <w:hyperlink w:anchor="_Toc98856071" w:history="1">
            <w:r w:rsidRPr="009E689E">
              <w:rPr>
                <w:rStyle w:val="Hypertextovodkaz"/>
              </w:rPr>
              <w:t>2.</w:t>
            </w:r>
            <w:r w:rsidRPr="009E689E">
              <w:rPr>
                <w:rFonts w:eastAsiaTheme="minorEastAsia"/>
                <w:b w:val="0"/>
                <w:sz w:val="22"/>
                <w:szCs w:val="22"/>
              </w:rPr>
              <w:tab/>
            </w:r>
            <w:r w:rsidRPr="009E689E">
              <w:rPr>
                <w:rStyle w:val="Hypertextovodkaz"/>
              </w:rPr>
              <w:t>Členění stavby na objekty a technická a technologická zařízení</w:t>
            </w:r>
            <w:r w:rsidRPr="009E689E">
              <w:rPr>
                <w:webHidden/>
              </w:rPr>
              <w:tab/>
            </w:r>
            <w:r w:rsidRPr="009E689E">
              <w:rPr>
                <w:webHidden/>
              </w:rPr>
              <w:fldChar w:fldCharType="begin"/>
            </w:r>
            <w:r w:rsidRPr="009E689E">
              <w:rPr>
                <w:webHidden/>
              </w:rPr>
              <w:instrText xml:space="preserve"> PAGEREF _Toc98856071 \h </w:instrText>
            </w:r>
            <w:r w:rsidRPr="009E689E">
              <w:rPr>
                <w:webHidden/>
              </w:rPr>
            </w:r>
            <w:r w:rsidRPr="009E689E">
              <w:rPr>
                <w:webHidden/>
              </w:rPr>
              <w:fldChar w:fldCharType="separate"/>
            </w:r>
            <w:r w:rsidR="00D814B8">
              <w:rPr>
                <w:webHidden/>
              </w:rPr>
              <w:t>8</w:t>
            </w:r>
            <w:r w:rsidRPr="009E689E">
              <w:rPr>
                <w:webHidden/>
              </w:rPr>
              <w:fldChar w:fldCharType="end"/>
            </w:r>
          </w:hyperlink>
        </w:p>
        <w:p w14:paraId="6332319F" w14:textId="65B9A0E3" w:rsidR="009E689E" w:rsidRPr="009E689E" w:rsidRDefault="009E689E">
          <w:pPr>
            <w:pStyle w:val="Obsah1"/>
            <w:rPr>
              <w:rFonts w:eastAsiaTheme="minorEastAsia"/>
              <w:b w:val="0"/>
              <w:sz w:val="22"/>
              <w:szCs w:val="22"/>
            </w:rPr>
          </w:pPr>
          <w:hyperlink w:anchor="_Toc98856072" w:history="1">
            <w:r w:rsidRPr="009E689E">
              <w:rPr>
                <w:rStyle w:val="Hypertextovodkaz"/>
              </w:rPr>
              <w:t>3.</w:t>
            </w:r>
            <w:r w:rsidRPr="009E689E">
              <w:rPr>
                <w:rFonts w:eastAsiaTheme="minorEastAsia"/>
                <w:b w:val="0"/>
                <w:sz w:val="22"/>
                <w:szCs w:val="22"/>
              </w:rPr>
              <w:tab/>
            </w:r>
            <w:r w:rsidRPr="009E689E">
              <w:rPr>
                <w:rStyle w:val="Hypertextovodkaz"/>
              </w:rPr>
              <w:t>Seznam vstupních podkladů</w:t>
            </w:r>
            <w:r w:rsidRPr="009E689E">
              <w:rPr>
                <w:webHidden/>
              </w:rPr>
              <w:tab/>
            </w:r>
            <w:r w:rsidRPr="009E689E">
              <w:rPr>
                <w:webHidden/>
              </w:rPr>
              <w:fldChar w:fldCharType="begin"/>
            </w:r>
            <w:r w:rsidRPr="009E689E">
              <w:rPr>
                <w:webHidden/>
              </w:rPr>
              <w:instrText xml:space="preserve"> PAGEREF _Toc98856072 \h </w:instrText>
            </w:r>
            <w:r w:rsidRPr="009E689E">
              <w:rPr>
                <w:webHidden/>
              </w:rPr>
            </w:r>
            <w:r w:rsidRPr="009E689E">
              <w:rPr>
                <w:webHidden/>
              </w:rPr>
              <w:fldChar w:fldCharType="separate"/>
            </w:r>
            <w:r w:rsidR="00D814B8">
              <w:rPr>
                <w:webHidden/>
              </w:rPr>
              <w:t>9</w:t>
            </w:r>
            <w:r w:rsidRPr="009E689E">
              <w:rPr>
                <w:webHidden/>
              </w:rPr>
              <w:fldChar w:fldCharType="end"/>
            </w:r>
          </w:hyperlink>
        </w:p>
        <w:p w14:paraId="6E6A5225" w14:textId="17A679EE" w:rsidR="00C91BAF" w:rsidRPr="009E689E" w:rsidRDefault="00C91BAF">
          <w:r w:rsidRPr="009E689E">
            <w:rPr>
              <w:b/>
              <w:bCs/>
            </w:rPr>
            <w:fldChar w:fldCharType="end"/>
          </w:r>
        </w:p>
      </w:sdtContent>
    </w:sdt>
    <w:bookmarkEnd w:id="23"/>
    <w:bookmarkEnd w:id="24"/>
    <w:bookmarkEnd w:id="25"/>
    <w:bookmarkEnd w:id="26"/>
    <w:bookmarkEnd w:id="27"/>
    <w:p w14:paraId="4F2306DF" w14:textId="409F2037" w:rsidR="00654CD1" w:rsidRPr="009E689E" w:rsidRDefault="00654CD1">
      <w:pPr>
        <w:pStyle w:val="Text"/>
      </w:pPr>
    </w:p>
    <w:p w14:paraId="33A3A7B6" w14:textId="2865C0C5" w:rsidR="00EE6E2C" w:rsidRPr="009E689E" w:rsidRDefault="00EE6E2C">
      <w:pPr>
        <w:pStyle w:val="Text"/>
      </w:pPr>
    </w:p>
    <w:p w14:paraId="2A1DFED0" w14:textId="5BC52988" w:rsidR="00EE6E2C" w:rsidRPr="009E689E" w:rsidRDefault="00EE6E2C">
      <w:pPr>
        <w:pStyle w:val="Text"/>
      </w:pPr>
    </w:p>
    <w:p w14:paraId="35D73A8C" w14:textId="1CEDD52B" w:rsidR="00EE6E2C" w:rsidRPr="009E689E" w:rsidRDefault="00EE6E2C">
      <w:pPr>
        <w:pStyle w:val="Text"/>
      </w:pPr>
    </w:p>
    <w:p w14:paraId="6B1790F6" w14:textId="02210C01" w:rsidR="00EE6E2C" w:rsidRPr="009E689E" w:rsidRDefault="00EE6E2C">
      <w:pPr>
        <w:pStyle w:val="Text"/>
      </w:pPr>
    </w:p>
    <w:p w14:paraId="48D645B9" w14:textId="5F3DAF5C" w:rsidR="00EE6E2C" w:rsidRPr="009E689E" w:rsidRDefault="00EE6E2C">
      <w:pPr>
        <w:pStyle w:val="Text"/>
      </w:pPr>
    </w:p>
    <w:p w14:paraId="5C7D5581" w14:textId="4F462415" w:rsidR="00EE6E2C" w:rsidRPr="009E689E" w:rsidRDefault="00EE6E2C">
      <w:pPr>
        <w:pStyle w:val="Text"/>
      </w:pPr>
    </w:p>
    <w:p w14:paraId="50E31AE3" w14:textId="338B4777" w:rsidR="00EE6E2C" w:rsidRPr="009E689E" w:rsidRDefault="00EE6E2C">
      <w:pPr>
        <w:pStyle w:val="Text"/>
      </w:pPr>
    </w:p>
    <w:p w14:paraId="01416146" w14:textId="443D6105" w:rsidR="00EE6E2C" w:rsidRPr="009E689E" w:rsidRDefault="00EE6E2C">
      <w:pPr>
        <w:pStyle w:val="Text"/>
      </w:pPr>
    </w:p>
    <w:p w14:paraId="01BFC534" w14:textId="34FD064D" w:rsidR="00EE6E2C" w:rsidRPr="009E689E" w:rsidRDefault="00EE6E2C">
      <w:pPr>
        <w:pStyle w:val="Text"/>
      </w:pPr>
    </w:p>
    <w:p w14:paraId="69E78A78" w14:textId="72B80DE9" w:rsidR="00EE6E2C" w:rsidRPr="009E689E" w:rsidRDefault="00EE6E2C">
      <w:pPr>
        <w:pStyle w:val="Text"/>
      </w:pPr>
    </w:p>
    <w:p w14:paraId="19FA8833" w14:textId="3B47DD60" w:rsidR="00EE6E2C" w:rsidRPr="009E689E" w:rsidRDefault="00EE6E2C">
      <w:pPr>
        <w:pStyle w:val="Text"/>
      </w:pPr>
    </w:p>
    <w:p w14:paraId="4F048557" w14:textId="7B7C2FCC" w:rsidR="00EE6E2C" w:rsidRPr="009E689E" w:rsidRDefault="00EE6E2C">
      <w:pPr>
        <w:pStyle w:val="Text"/>
      </w:pPr>
    </w:p>
    <w:p w14:paraId="6642931A" w14:textId="23123F2A" w:rsidR="00EE6E2C" w:rsidRPr="009E689E" w:rsidRDefault="00EE6E2C">
      <w:pPr>
        <w:pStyle w:val="Text"/>
      </w:pPr>
    </w:p>
    <w:p w14:paraId="0E0DE542" w14:textId="4620D4E4" w:rsidR="00EE6E2C" w:rsidRPr="009E689E" w:rsidRDefault="00EE6E2C">
      <w:pPr>
        <w:pStyle w:val="Text"/>
      </w:pPr>
    </w:p>
    <w:p w14:paraId="74940657" w14:textId="6DC43DCD" w:rsidR="00EE6E2C" w:rsidRPr="009E689E" w:rsidRDefault="00EE6E2C">
      <w:pPr>
        <w:pStyle w:val="Text"/>
      </w:pPr>
    </w:p>
    <w:p w14:paraId="705B64A0" w14:textId="77777777" w:rsidR="00EE6E2C" w:rsidRPr="009E689E" w:rsidRDefault="00EE6E2C">
      <w:pPr>
        <w:pStyle w:val="Text"/>
      </w:pPr>
    </w:p>
    <w:p w14:paraId="0DCB7FF7" w14:textId="77777777" w:rsidR="00654CD1" w:rsidRPr="009E689E" w:rsidRDefault="00654CD1">
      <w:pPr>
        <w:pStyle w:val="Nadpis"/>
        <w:sectPr w:rsidR="00654CD1" w:rsidRPr="009E689E">
          <w:headerReference w:type="default" r:id="rId12"/>
          <w:footerReference w:type="default" r:id="rId13"/>
          <w:pgSz w:w="11906" w:h="16838"/>
          <w:pgMar w:top="1418" w:right="1418" w:bottom="1418" w:left="1418" w:header="709" w:footer="907" w:gutter="0"/>
          <w:cols w:space="708"/>
        </w:sectPr>
      </w:pPr>
    </w:p>
    <w:p w14:paraId="52F8F03C" w14:textId="743DEE28" w:rsidR="00654CD1" w:rsidRPr="009E689E" w:rsidRDefault="00B8130B" w:rsidP="00B8130B">
      <w:pPr>
        <w:pStyle w:val="Nadpis"/>
      </w:pPr>
      <w:r w:rsidRPr="009E689E">
        <w:lastRenderedPageBreak/>
        <w:t>ÚVOD</w:t>
      </w:r>
    </w:p>
    <w:p w14:paraId="4E420E46" w14:textId="5E2367EF" w:rsidR="00B8130B" w:rsidRPr="009E689E" w:rsidRDefault="00B8130B" w:rsidP="00B8130B">
      <w:pPr>
        <w:pStyle w:val="Textgeotest"/>
      </w:pPr>
      <w:bookmarkStart w:id="28" w:name="_Hlk82524919"/>
      <w:bookmarkStart w:id="29" w:name="_Hlk57710232"/>
      <w:bookmarkStart w:id="30" w:name="_Hlk2167764"/>
      <w:r w:rsidRPr="009E689E">
        <w:t>Předložená dokumentace „</w:t>
      </w:r>
      <w:r w:rsidR="00C10144" w:rsidRPr="009E689E">
        <w:t>Rekonstrukce odvodnění srážkových vod ze střech 4 sklad. nádrží</w:t>
      </w:r>
      <w:r w:rsidRPr="009E689E">
        <w:t xml:space="preserve">“ je zpracována na základě </w:t>
      </w:r>
      <w:r w:rsidR="00C10144" w:rsidRPr="009E689E">
        <w:t>objednávky</w:t>
      </w:r>
      <w:r w:rsidRPr="009E689E">
        <w:t> objednatel</w:t>
      </w:r>
      <w:r w:rsidR="00C10144" w:rsidRPr="009E689E">
        <w:t>e</w:t>
      </w:r>
      <w:r w:rsidRPr="009E689E">
        <w:t xml:space="preserve"> </w:t>
      </w:r>
      <w:r w:rsidR="00C10144" w:rsidRPr="009E689E">
        <w:t>ČEPRO, a.s. ze dne</w:t>
      </w:r>
      <w:r w:rsidRPr="009E689E">
        <w:t xml:space="preserve"> </w:t>
      </w:r>
      <w:r w:rsidR="00C10144" w:rsidRPr="009E689E">
        <w:t>26.04.2021. Nabídka byla podána v souladu s dílčí smlouvou na projektovou a inženýrskou činnost za účelem výstavby a úprav objektů a technické infrastruktury ve vlastnictví ČEPRO, a.s. Evidenční č.</w:t>
      </w:r>
      <w:r w:rsidR="00C06678" w:rsidRPr="009E689E">
        <w:t> </w:t>
      </w:r>
      <w:r w:rsidR="00C10144" w:rsidRPr="009E689E">
        <w:t>zakázky je 2021/03/SED.</w:t>
      </w:r>
      <w:r w:rsidR="00C06678" w:rsidRPr="009E689E">
        <w:t xml:space="preserve"> Předmětem dílčí zakázky je zpracování zadávací dokumentace pro výběr zhotovitele stavby, která se skládá z projektové dokumentace pro provádění stavby a výkazu výměr dle aktuálně platných předpisů.</w:t>
      </w:r>
    </w:p>
    <w:p w14:paraId="50BB6A8A" w14:textId="0FF825D0" w:rsidR="00C10144" w:rsidRPr="009E689E" w:rsidRDefault="00C10144" w:rsidP="00C10144">
      <w:pPr>
        <w:pStyle w:val="Textgeotest"/>
      </w:pPr>
      <w:r w:rsidRPr="009E689E">
        <w:t>V současné době končí srážkové vody ze čtyř střech nadzemních skladovacích nádrží v havarijní jímce meziprostoru nádrží</w:t>
      </w:r>
      <w:r w:rsidR="00D053AA" w:rsidRPr="009E689E">
        <w:t xml:space="preserve">. Následně natékají do zaolejované kanalizace a na CHČOV, přičemž kapacita retenční nádrže před CHČOV je nedostatečná a dochází k jejímu přeplnění. </w:t>
      </w:r>
    </w:p>
    <w:p w14:paraId="3DCF5ECD" w14:textId="5524F6EC" w:rsidR="00D053AA" w:rsidRPr="009E689E" w:rsidRDefault="00D053AA" w:rsidP="00C10144">
      <w:pPr>
        <w:pStyle w:val="Textgeotest"/>
      </w:pPr>
      <w:r w:rsidRPr="009E689E">
        <w:t xml:space="preserve">Výstupem projektu je zamezení nátoku srážkové vody ze střechy do meziprostoru nádrže okapovým systémem, na který navazuje nové střešní svody a zaústění do kanalizace, kde je umístěn kontrolní a filtrační prvek. Odvodnění jedné ze střech bude zaústěno do požární nádrže, ostatní tři střechy budou odvodněny do suchého retenčního poldru. Poldr je určen k retenci srážkových vod před jejich zaústěním do dešťové kanalizace. </w:t>
      </w:r>
    </w:p>
    <w:p w14:paraId="18943104" w14:textId="77777777" w:rsidR="00F16333" w:rsidRPr="009E689E" w:rsidRDefault="00B8130B" w:rsidP="00F16333">
      <w:pPr>
        <w:pStyle w:val="Textgeotest"/>
      </w:pPr>
      <w:bookmarkStart w:id="31" w:name="_Hlk68868815"/>
      <w:r w:rsidRPr="009E689E">
        <w:t>Projektová dokumentace ke stavbě „</w:t>
      </w:r>
      <w:r w:rsidR="00C10144" w:rsidRPr="009E689E">
        <w:t>Rekonstrukce odvodnění srážkových vod ze střech 4 sklad. nádrží</w:t>
      </w:r>
      <w:r w:rsidRPr="009E689E">
        <w:t xml:space="preserve">“ se skládá ze stavebních objektů </w:t>
      </w:r>
      <w:r w:rsidR="00F16333" w:rsidRPr="009E689E">
        <w:t xml:space="preserve">SO 01 Retenční nádrž (poldr A) a SO 02 Přeložka vodovodu. </w:t>
      </w:r>
    </w:p>
    <w:p w14:paraId="395DD830" w14:textId="08293282" w:rsidR="00B8130B" w:rsidRPr="009E689E" w:rsidRDefault="00B8130B" w:rsidP="00B8130B">
      <w:pPr>
        <w:pStyle w:val="Textgeotest"/>
        <w:rPr>
          <w:highlight w:val="yellow"/>
        </w:rPr>
      </w:pPr>
    </w:p>
    <w:bookmarkEnd w:id="28"/>
    <w:p w14:paraId="22B629B6" w14:textId="19E59257" w:rsidR="00B8130B" w:rsidRPr="009E689E" w:rsidRDefault="00B8130B">
      <w:pPr>
        <w:rPr>
          <w:rFonts w:eastAsia="SimSun"/>
          <w:szCs w:val="24"/>
          <w:highlight w:val="yellow"/>
        </w:rPr>
      </w:pPr>
      <w:r w:rsidRPr="009E689E">
        <w:rPr>
          <w:highlight w:val="yellow"/>
        </w:rPr>
        <w:br w:type="page"/>
      </w:r>
    </w:p>
    <w:p w14:paraId="06E65B1D" w14:textId="26A0F76C" w:rsidR="00B8130B" w:rsidRPr="009E689E" w:rsidRDefault="00B8130B" w:rsidP="00B8130B">
      <w:pPr>
        <w:pStyle w:val="Nadpis1"/>
      </w:pPr>
      <w:bookmarkStart w:id="32" w:name="_Toc98856067"/>
      <w:bookmarkEnd w:id="29"/>
      <w:bookmarkEnd w:id="30"/>
      <w:bookmarkEnd w:id="31"/>
      <w:r w:rsidRPr="009E689E">
        <w:lastRenderedPageBreak/>
        <w:t>Identifikační údaje</w:t>
      </w:r>
      <w:bookmarkEnd w:id="32"/>
    </w:p>
    <w:p w14:paraId="1B63AADF" w14:textId="77777777" w:rsidR="00B8130B" w:rsidRPr="009E689E" w:rsidRDefault="00B8130B" w:rsidP="00B8130B">
      <w:pPr>
        <w:pStyle w:val="Nadpis2"/>
      </w:pPr>
      <w:bookmarkStart w:id="33" w:name="_Toc72755584"/>
      <w:bookmarkStart w:id="34" w:name="_Toc98856068"/>
      <w:r w:rsidRPr="009E689E">
        <w:t>Údaje o stavbě</w:t>
      </w:r>
      <w:bookmarkEnd w:id="33"/>
      <w:bookmarkEnd w:id="34"/>
    </w:p>
    <w:p w14:paraId="3F108E67" w14:textId="77777777" w:rsidR="00B8130B" w:rsidRPr="009E689E" w:rsidRDefault="00B8130B" w:rsidP="00B8130B">
      <w:pPr>
        <w:pStyle w:val="Text"/>
        <w:numPr>
          <w:ilvl w:val="0"/>
          <w:numId w:val="21"/>
        </w:numPr>
        <w:spacing w:after="120"/>
        <w:rPr>
          <w:b/>
          <w:bCs/>
        </w:rPr>
      </w:pPr>
      <w:r w:rsidRPr="009E689E">
        <w:rPr>
          <w:b/>
          <w:bCs/>
        </w:rPr>
        <w:t>Název stavby</w:t>
      </w:r>
    </w:p>
    <w:p w14:paraId="61AC5AE5" w14:textId="77777777" w:rsidR="00B8130B" w:rsidRPr="009E689E" w:rsidRDefault="00B8130B" w:rsidP="00B8130B">
      <w:pPr>
        <w:pStyle w:val="Textgeotest"/>
      </w:pPr>
      <w:r w:rsidRPr="009E689E">
        <w:t>Rekonstrukce odvodnění srážkových vod ze střech 4 sklad. nádrží</w:t>
      </w:r>
    </w:p>
    <w:p w14:paraId="57AF45A3" w14:textId="77777777" w:rsidR="00B8130B" w:rsidRPr="009E689E" w:rsidRDefault="00B8130B" w:rsidP="00B8130B">
      <w:pPr>
        <w:pStyle w:val="Text"/>
        <w:numPr>
          <w:ilvl w:val="0"/>
          <w:numId w:val="21"/>
        </w:numPr>
        <w:spacing w:after="120"/>
        <w:rPr>
          <w:b/>
          <w:bCs/>
        </w:rPr>
      </w:pPr>
      <w:r w:rsidRPr="009E689E">
        <w:rPr>
          <w:b/>
          <w:bCs/>
        </w:rPr>
        <w:t>Místo stavby</w:t>
      </w:r>
    </w:p>
    <w:p w14:paraId="3AD71591" w14:textId="56712EDF" w:rsidR="00B8130B" w:rsidRPr="009E689E" w:rsidRDefault="00B8130B" w:rsidP="006159F7">
      <w:r w:rsidRPr="009E689E">
        <w:t xml:space="preserve">k. ú. </w:t>
      </w:r>
      <w:r w:rsidR="006514EB" w:rsidRPr="009E689E">
        <w:t>Sedlnice</w:t>
      </w:r>
      <w:r w:rsidRPr="009E689E">
        <w:t>, v působnosti ORP B</w:t>
      </w:r>
      <w:r w:rsidR="004D3540" w:rsidRPr="009E689E">
        <w:t>ílovec</w:t>
      </w:r>
      <w:r w:rsidRPr="009E689E">
        <w:t xml:space="preserve">, </w:t>
      </w:r>
      <w:r w:rsidR="004D3540" w:rsidRPr="009E689E">
        <w:t xml:space="preserve">okres Nový Jičín, Moravskoslezský </w:t>
      </w:r>
      <w:r w:rsidR="006159F7" w:rsidRPr="009E689E">
        <w:t>kraj</w:t>
      </w:r>
    </w:p>
    <w:p w14:paraId="4F20136D" w14:textId="1388A988" w:rsidR="006159F7" w:rsidRPr="009E689E" w:rsidRDefault="006159F7" w:rsidP="006159F7">
      <w:pPr>
        <w:pStyle w:val="Text"/>
        <w:numPr>
          <w:ilvl w:val="0"/>
          <w:numId w:val="21"/>
        </w:numPr>
        <w:spacing w:after="120"/>
        <w:rPr>
          <w:b/>
          <w:bCs/>
        </w:rPr>
      </w:pPr>
      <w:r w:rsidRPr="009E689E">
        <w:rPr>
          <w:b/>
          <w:bCs/>
        </w:rPr>
        <w:t>Předmět dokumentace</w:t>
      </w:r>
    </w:p>
    <w:p w14:paraId="779F59F5" w14:textId="2E939A9A" w:rsidR="006159F7" w:rsidRPr="009E689E" w:rsidRDefault="006159F7" w:rsidP="006159F7">
      <w:pPr>
        <w:pStyle w:val="Textgeotest"/>
      </w:pPr>
      <w:bookmarkStart w:id="35" w:name="_Hlk82525628"/>
      <w:r w:rsidRPr="009E689E">
        <w:t xml:space="preserve">Účelem projektu je návrh nových technických opatření v areálu skladu Sedlnice ve vlastnictví ČEPRO, a.s. Ve skladech se skladují a vydávají pohonné hmoty (automobilový benzín a motorová nafta). </w:t>
      </w:r>
    </w:p>
    <w:p w14:paraId="53B9AEB4" w14:textId="75A8515A" w:rsidR="006159F7" w:rsidRPr="009E689E" w:rsidRDefault="006159F7" w:rsidP="006159F7">
      <w:pPr>
        <w:pStyle w:val="Textgeotest"/>
      </w:pPr>
      <w:r w:rsidRPr="009E689E">
        <w:t>V současné době dochází v průběhu přívalových srážek k přetížení stávající dešťové a zaolejované kanalizace. Projekt se věnuje záchytu srážek ze střech nádrží a převedení do nové nádrže. Projekt si klade za cíl zlepšit nakládání s dešťovými vodami v areálu.</w:t>
      </w:r>
    </w:p>
    <w:p w14:paraId="598914AE" w14:textId="0662F268" w:rsidR="00B8130B" w:rsidRPr="009E689E" w:rsidRDefault="00B8130B" w:rsidP="006159F7">
      <w:pPr>
        <w:spacing w:before="240"/>
      </w:pPr>
      <w:bookmarkStart w:id="36" w:name="_Hlk82530214"/>
      <w:bookmarkEnd w:id="35"/>
      <w:r w:rsidRPr="009E689E">
        <w:t xml:space="preserve">Tabulka </w:t>
      </w:r>
      <w:r w:rsidR="00D814B8" w:rsidRPr="009E689E">
        <w:fldChar w:fldCharType="begin"/>
      </w:r>
      <w:r w:rsidR="00D814B8" w:rsidRPr="009E689E">
        <w:instrText xml:space="preserve"> STYLEREF 1 \s </w:instrText>
      </w:r>
      <w:r w:rsidR="00D814B8" w:rsidRPr="009E689E">
        <w:fldChar w:fldCharType="separate"/>
      </w:r>
      <w:r w:rsidR="00D814B8">
        <w:rPr>
          <w:noProof/>
        </w:rPr>
        <w:t>1</w:t>
      </w:r>
      <w:r w:rsidR="00D814B8" w:rsidRPr="009E689E">
        <w:rPr>
          <w:noProof/>
        </w:rPr>
        <w:fldChar w:fldCharType="end"/>
      </w:r>
      <w:r w:rsidRPr="009E689E">
        <w:noBreakHyphen/>
      </w:r>
      <w:r w:rsidR="00D814B8" w:rsidRPr="009E689E">
        <w:fldChar w:fldCharType="begin"/>
      </w:r>
      <w:r w:rsidR="00D814B8" w:rsidRPr="009E689E">
        <w:instrText xml:space="preserve"> SEQ Tabulka \* ARABIC \s 1 </w:instrText>
      </w:r>
      <w:r w:rsidR="00D814B8" w:rsidRPr="009E689E">
        <w:fldChar w:fldCharType="separate"/>
      </w:r>
      <w:r w:rsidR="00D814B8">
        <w:rPr>
          <w:noProof/>
        </w:rPr>
        <w:t>1</w:t>
      </w:r>
      <w:r w:rsidR="00D814B8" w:rsidRPr="009E689E">
        <w:rPr>
          <w:noProof/>
        </w:rPr>
        <w:fldChar w:fldCharType="end"/>
      </w:r>
      <w:r w:rsidRPr="009E689E">
        <w:t>: Dotčené parcely (stav k</w:t>
      </w:r>
      <w:r w:rsidR="00BD1BFD" w:rsidRPr="009E689E">
        <w:t> 21.07.2021</w:t>
      </w:r>
      <w:r w:rsidRPr="009E689E"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4"/>
        <w:gridCol w:w="1680"/>
        <w:gridCol w:w="1373"/>
        <w:gridCol w:w="1238"/>
        <w:gridCol w:w="3495"/>
      </w:tblGrid>
      <w:tr w:rsidR="00F16333" w:rsidRPr="009E689E" w14:paraId="3951EABE" w14:textId="77777777" w:rsidTr="009E689E">
        <w:trPr>
          <w:trHeight w:val="340"/>
          <w:tblHeader/>
        </w:trPr>
        <w:tc>
          <w:tcPr>
            <w:tcW w:w="703" w:type="pct"/>
            <w:shd w:val="clear" w:color="000000" w:fill="F2F2F2"/>
            <w:hideMark/>
          </w:tcPr>
          <w:p w14:paraId="7AEB426E" w14:textId="77777777" w:rsidR="00F16333" w:rsidRPr="009E689E" w:rsidRDefault="00F16333" w:rsidP="009E689E">
            <w:pPr>
              <w:rPr>
                <w:b/>
                <w:bCs/>
              </w:rPr>
            </w:pPr>
            <w:bookmarkStart w:id="37" w:name="RANGE!A2"/>
            <w:bookmarkStart w:id="38" w:name="_Hlk42682983"/>
            <w:r w:rsidRPr="009E689E">
              <w:rPr>
                <w:b/>
                <w:bCs/>
              </w:rPr>
              <w:t>Parcelní číslo</w:t>
            </w:r>
            <w:bookmarkEnd w:id="37"/>
          </w:p>
        </w:tc>
        <w:tc>
          <w:tcPr>
            <w:tcW w:w="927" w:type="pct"/>
            <w:shd w:val="clear" w:color="000000" w:fill="F2F2F2"/>
            <w:hideMark/>
          </w:tcPr>
          <w:p w14:paraId="2E607364" w14:textId="77777777" w:rsidR="00F16333" w:rsidRPr="009E689E" w:rsidRDefault="00F16333" w:rsidP="009E689E">
            <w:pPr>
              <w:rPr>
                <w:b/>
                <w:bCs/>
              </w:rPr>
            </w:pPr>
            <w:r w:rsidRPr="009E689E">
              <w:rPr>
                <w:b/>
                <w:bCs/>
              </w:rPr>
              <w:t>Katastrální území</w:t>
            </w:r>
          </w:p>
        </w:tc>
        <w:tc>
          <w:tcPr>
            <w:tcW w:w="758" w:type="pct"/>
            <w:shd w:val="clear" w:color="000000" w:fill="F2F2F2"/>
            <w:hideMark/>
          </w:tcPr>
          <w:p w14:paraId="45379FDD" w14:textId="77777777" w:rsidR="00F16333" w:rsidRPr="009E689E" w:rsidRDefault="00F16333" w:rsidP="009E689E">
            <w:pPr>
              <w:rPr>
                <w:b/>
                <w:bCs/>
              </w:rPr>
            </w:pPr>
            <w:r w:rsidRPr="009E689E">
              <w:rPr>
                <w:b/>
                <w:bCs/>
              </w:rPr>
              <w:t>Druh pozemku dle KN</w:t>
            </w:r>
          </w:p>
        </w:tc>
        <w:tc>
          <w:tcPr>
            <w:tcW w:w="683" w:type="pct"/>
            <w:shd w:val="clear" w:color="000000" w:fill="F2F2F2"/>
            <w:noWrap/>
            <w:hideMark/>
          </w:tcPr>
          <w:p w14:paraId="01FCC7A4" w14:textId="77777777" w:rsidR="00F16333" w:rsidRPr="009E689E" w:rsidRDefault="00F16333" w:rsidP="009E689E">
            <w:pPr>
              <w:rPr>
                <w:b/>
                <w:bCs/>
              </w:rPr>
            </w:pPr>
            <w:r w:rsidRPr="009E689E">
              <w:rPr>
                <w:b/>
                <w:bCs/>
              </w:rPr>
              <w:t xml:space="preserve">Výměra </w:t>
            </w:r>
            <w:r w:rsidRPr="009E689E">
              <w:rPr>
                <w:b/>
                <w:bCs/>
              </w:rPr>
              <w:br/>
              <w:t>parcely</w:t>
            </w:r>
            <w:r w:rsidRPr="009E689E">
              <w:rPr>
                <w:b/>
                <w:bCs/>
              </w:rPr>
              <w:br/>
              <w:t>(m</w:t>
            </w:r>
            <w:r w:rsidRPr="009E689E">
              <w:rPr>
                <w:b/>
                <w:bCs/>
                <w:vertAlign w:val="superscript"/>
              </w:rPr>
              <w:t>2</w:t>
            </w:r>
            <w:r w:rsidRPr="009E689E">
              <w:rPr>
                <w:b/>
                <w:bCs/>
              </w:rPr>
              <w:t>)</w:t>
            </w:r>
          </w:p>
        </w:tc>
        <w:tc>
          <w:tcPr>
            <w:tcW w:w="1929" w:type="pct"/>
            <w:shd w:val="clear" w:color="000000" w:fill="F2F2F2"/>
            <w:hideMark/>
          </w:tcPr>
          <w:p w14:paraId="598396B3" w14:textId="77777777" w:rsidR="00F16333" w:rsidRPr="009E689E" w:rsidRDefault="00F16333" w:rsidP="009E689E">
            <w:pPr>
              <w:rPr>
                <w:b/>
                <w:bCs/>
              </w:rPr>
            </w:pPr>
            <w:r w:rsidRPr="009E689E">
              <w:rPr>
                <w:b/>
                <w:bCs/>
              </w:rPr>
              <w:t>Vlastník dle KN</w:t>
            </w:r>
          </w:p>
        </w:tc>
      </w:tr>
      <w:tr w:rsidR="00F16333" w:rsidRPr="009E689E" w14:paraId="1A308100" w14:textId="77777777" w:rsidTr="009E689E">
        <w:trPr>
          <w:trHeight w:val="340"/>
        </w:trPr>
        <w:tc>
          <w:tcPr>
            <w:tcW w:w="703" w:type="pct"/>
            <w:shd w:val="clear" w:color="auto" w:fill="auto"/>
            <w:hideMark/>
          </w:tcPr>
          <w:p w14:paraId="16A75371" w14:textId="7A04F006" w:rsidR="00F16333" w:rsidRPr="009E689E" w:rsidRDefault="00F16333" w:rsidP="009E689E">
            <w:pPr>
              <w:pStyle w:val="Textgeotest"/>
              <w:jc w:val="left"/>
              <w:rPr>
                <w:szCs w:val="20"/>
                <w:highlight w:val="yellow"/>
              </w:rPr>
            </w:pPr>
            <w:r w:rsidRPr="009E689E">
              <w:rPr>
                <w:szCs w:val="20"/>
              </w:rPr>
              <w:t>1554</w:t>
            </w:r>
          </w:p>
        </w:tc>
        <w:tc>
          <w:tcPr>
            <w:tcW w:w="927" w:type="pct"/>
            <w:shd w:val="clear" w:color="auto" w:fill="auto"/>
            <w:hideMark/>
          </w:tcPr>
          <w:p w14:paraId="2C38D66A" w14:textId="15254026" w:rsidR="00F16333" w:rsidRPr="009E689E" w:rsidRDefault="00F16333" w:rsidP="009E689E">
            <w:pPr>
              <w:pStyle w:val="Textgeotest"/>
              <w:jc w:val="left"/>
              <w:rPr>
                <w:szCs w:val="20"/>
                <w:highlight w:val="yellow"/>
              </w:rPr>
            </w:pPr>
            <w:r w:rsidRPr="009E689E">
              <w:rPr>
                <w:szCs w:val="20"/>
              </w:rPr>
              <w:t>Sedlnice</w:t>
            </w:r>
          </w:p>
        </w:tc>
        <w:tc>
          <w:tcPr>
            <w:tcW w:w="758" w:type="pct"/>
            <w:shd w:val="clear" w:color="auto" w:fill="auto"/>
            <w:hideMark/>
          </w:tcPr>
          <w:p w14:paraId="1B867B79" w14:textId="0557D770" w:rsidR="00F16333" w:rsidRPr="009E689E" w:rsidRDefault="00F16333" w:rsidP="009E689E">
            <w:pPr>
              <w:pStyle w:val="Textgeotest"/>
              <w:jc w:val="left"/>
              <w:rPr>
                <w:szCs w:val="20"/>
                <w:highlight w:val="yellow"/>
              </w:rPr>
            </w:pPr>
            <w:r w:rsidRPr="009E689E">
              <w:rPr>
                <w:szCs w:val="20"/>
              </w:rPr>
              <w:t>ostatní plocha</w:t>
            </w:r>
          </w:p>
        </w:tc>
        <w:tc>
          <w:tcPr>
            <w:tcW w:w="683" w:type="pct"/>
            <w:shd w:val="clear" w:color="auto" w:fill="auto"/>
            <w:hideMark/>
          </w:tcPr>
          <w:p w14:paraId="113B9811" w14:textId="48B90561" w:rsidR="00F16333" w:rsidRPr="009E689E" w:rsidRDefault="00F16333" w:rsidP="009E689E">
            <w:pPr>
              <w:pStyle w:val="Textgeotest"/>
              <w:jc w:val="left"/>
              <w:rPr>
                <w:szCs w:val="20"/>
                <w:highlight w:val="yellow"/>
              </w:rPr>
            </w:pPr>
            <w:r w:rsidRPr="009E689E">
              <w:rPr>
                <w:szCs w:val="20"/>
              </w:rPr>
              <w:t>8294</w:t>
            </w:r>
          </w:p>
        </w:tc>
        <w:tc>
          <w:tcPr>
            <w:tcW w:w="1929" w:type="pct"/>
            <w:shd w:val="clear" w:color="auto" w:fill="auto"/>
            <w:hideMark/>
          </w:tcPr>
          <w:p w14:paraId="3645861D" w14:textId="5DE91A8F" w:rsidR="00F16333" w:rsidRPr="009E689E" w:rsidRDefault="00F16333" w:rsidP="009E689E">
            <w:pPr>
              <w:pStyle w:val="Textgeotest"/>
              <w:jc w:val="left"/>
              <w:rPr>
                <w:szCs w:val="20"/>
                <w:highlight w:val="yellow"/>
              </w:rPr>
            </w:pPr>
            <w:r w:rsidRPr="009E689E">
              <w:rPr>
                <w:szCs w:val="20"/>
              </w:rPr>
              <w:t>ČEPRO, a.s., Dělnická 213/12, Holešovice, 17000 Praha 7</w:t>
            </w:r>
          </w:p>
        </w:tc>
      </w:tr>
      <w:tr w:rsidR="00F16333" w:rsidRPr="009E689E" w14:paraId="77A2A0A8" w14:textId="77777777" w:rsidTr="009E689E">
        <w:trPr>
          <w:trHeight w:val="340"/>
        </w:trPr>
        <w:tc>
          <w:tcPr>
            <w:tcW w:w="703" w:type="pct"/>
            <w:shd w:val="clear" w:color="auto" w:fill="auto"/>
            <w:hideMark/>
          </w:tcPr>
          <w:p w14:paraId="51D18D41" w14:textId="7EECE6EB" w:rsidR="00F16333" w:rsidRPr="009E689E" w:rsidRDefault="00F16333" w:rsidP="009E689E">
            <w:pPr>
              <w:pStyle w:val="Textgeotest"/>
              <w:jc w:val="left"/>
              <w:rPr>
                <w:szCs w:val="20"/>
                <w:highlight w:val="yellow"/>
              </w:rPr>
            </w:pPr>
            <w:r w:rsidRPr="009E689E">
              <w:rPr>
                <w:szCs w:val="20"/>
              </w:rPr>
              <w:t>1154/20</w:t>
            </w:r>
          </w:p>
        </w:tc>
        <w:tc>
          <w:tcPr>
            <w:tcW w:w="927" w:type="pct"/>
            <w:shd w:val="clear" w:color="auto" w:fill="auto"/>
            <w:hideMark/>
          </w:tcPr>
          <w:p w14:paraId="6F24CF8D" w14:textId="72966A54" w:rsidR="00F16333" w:rsidRPr="009E689E" w:rsidRDefault="00F16333" w:rsidP="009E689E">
            <w:pPr>
              <w:pStyle w:val="Textgeotest"/>
              <w:jc w:val="left"/>
              <w:rPr>
                <w:szCs w:val="20"/>
                <w:highlight w:val="yellow"/>
              </w:rPr>
            </w:pPr>
            <w:r w:rsidRPr="009E689E">
              <w:rPr>
                <w:szCs w:val="20"/>
              </w:rPr>
              <w:t>Sedlnice</w:t>
            </w:r>
          </w:p>
        </w:tc>
        <w:tc>
          <w:tcPr>
            <w:tcW w:w="758" w:type="pct"/>
            <w:shd w:val="clear" w:color="auto" w:fill="auto"/>
            <w:hideMark/>
          </w:tcPr>
          <w:p w14:paraId="723B455D" w14:textId="5B1B90B1" w:rsidR="00F16333" w:rsidRPr="009E689E" w:rsidRDefault="00F16333" w:rsidP="009E689E">
            <w:pPr>
              <w:pStyle w:val="Textgeotest"/>
              <w:jc w:val="left"/>
              <w:rPr>
                <w:szCs w:val="20"/>
                <w:highlight w:val="yellow"/>
              </w:rPr>
            </w:pPr>
            <w:r w:rsidRPr="009E689E">
              <w:rPr>
                <w:szCs w:val="20"/>
              </w:rPr>
              <w:t>ostatní plocha</w:t>
            </w:r>
          </w:p>
        </w:tc>
        <w:tc>
          <w:tcPr>
            <w:tcW w:w="683" w:type="pct"/>
            <w:shd w:val="clear" w:color="auto" w:fill="auto"/>
            <w:hideMark/>
          </w:tcPr>
          <w:p w14:paraId="66E0E569" w14:textId="243AB3BE" w:rsidR="00F16333" w:rsidRPr="009E689E" w:rsidRDefault="00F16333" w:rsidP="009E689E">
            <w:pPr>
              <w:pStyle w:val="Textgeotest"/>
              <w:jc w:val="left"/>
              <w:rPr>
                <w:szCs w:val="20"/>
                <w:highlight w:val="yellow"/>
              </w:rPr>
            </w:pPr>
            <w:r w:rsidRPr="009E689E">
              <w:rPr>
                <w:szCs w:val="20"/>
              </w:rPr>
              <w:t>1131</w:t>
            </w:r>
          </w:p>
        </w:tc>
        <w:tc>
          <w:tcPr>
            <w:tcW w:w="1929" w:type="pct"/>
            <w:shd w:val="clear" w:color="auto" w:fill="auto"/>
            <w:hideMark/>
          </w:tcPr>
          <w:p w14:paraId="5CCDEB3F" w14:textId="4BAA5AA7" w:rsidR="00F16333" w:rsidRPr="009E689E" w:rsidRDefault="00F16333" w:rsidP="009E689E">
            <w:pPr>
              <w:pStyle w:val="Textgeotest"/>
              <w:jc w:val="left"/>
              <w:rPr>
                <w:szCs w:val="20"/>
                <w:highlight w:val="yellow"/>
              </w:rPr>
            </w:pPr>
            <w:r w:rsidRPr="009E689E">
              <w:rPr>
                <w:szCs w:val="20"/>
              </w:rPr>
              <w:t>ČEPRO, a.s., Dělnická 213/12, Holešovice, 17000 Praha 7</w:t>
            </w:r>
          </w:p>
        </w:tc>
      </w:tr>
      <w:tr w:rsidR="00F16333" w:rsidRPr="009E689E" w14:paraId="184535BD" w14:textId="77777777" w:rsidTr="009E689E">
        <w:trPr>
          <w:trHeight w:val="340"/>
        </w:trPr>
        <w:tc>
          <w:tcPr>
            <w:tcW w:w="703" w:type="pct"/>
            <w:shd w:val="clear" w:color="auto" w:fill="auto"/>
            <w:hideMark/>
          </w:tcPr>
          <w:p w14:paraId="34FA5507" w14:textId="4BDBC75C" w:rsidR="00F16333" w:rsidRPr="009E689E" w:rsidRDefault="00F16333" w:rsidP="009E689E">
            <w:pPr>
              <w:pStyle w:val="Textgeotest"/>
              <w:jc w:val="left"/>
              <w:rPr>
                <w:szCs w:val="20"/>
                <w:highlight w:val="yellow"/>
              </w:rPr>
            </w:pPr>
            <w:r w:rsidRPr="009E689E">
              <w:rPr>
                <w:szCs w:val="20"/>
              </w:rPr>
              <w:t>1154/26</w:t>
            </w:r>
          </w:p>
        </w:tc>
        <w:tc>
          <w:tcPr>
            <w:tcW w:w="927" w:type="pct"/>
            <w:shd w:val="clear" w:color="auto" w:fill="auto"/>
            <w:hideMark/>
          </w:tcPr>
          <w:p w14:paraId="029CBB19" w14:textId="6BFCDA1C" w:rsidR="00F16333" w:rsidRPr="009E689E" w:rsidRDefault="00F16333" w:rsidP="009E689E">
            <w:pPr>
              <w:pStyle w:val="Textgeotest"/>
              <w:jc w:val="left"/>
              <w:rPr>
                <w:szCs w:val="20"/>
                <w:highlight w:val="yellow"/>
              </w:rPr>
            </w:pPr>
            <w:r w:rsidRPr="009E689E">
              <w:rPr>
                <w:szCs w:val="20"/>
              </w:rPr>
              <w:t>Sedlnice</w:t>
            </w:r>
          </w:p>
        </w:tc>
        <w:tc>
          <w:tcPr>
            <w:tcW w:w="758" w:type="pct"/>
            <w:shd w:val="clear" w:color="auto" w:fill="auto"/>
            <w:hideMark/>
          </w:tcPr>
          <w:p w14:paraId="51C2617B" w14:textId="154EC187" w:rsidR="00F16333" w:rsidRPr="009E689E" w:rsidRDefault="00F16333" w:rsidP="009E689E">
            <w:pPr>
              <w:pStyle w:val="Textgeotest"/>
              <w:jc w:val="left"/>
              <w:rPr>
                <w:szCs w:val="20"/>
                <w:highlight w:val="yellow"/>
              </w:rPr>
            </w:pPr>
            <w:r w:rsidRPr="009E689E">
              <w:rPr>
                <w:szCs w:val="20"/>
              </w:rPr>
              <w:t>ostatní plocha</w:t>
            </w:r>
          </w:p>
        </w:tc>
        <w:tc>
          <w:tcPr>
            <w:tcW w:w="683" w:type="pct"/>
            <w:shd w:val="clear" w:color="auto" w:fill="auto"/>
            <w:hideMark/>
          </w:tcPr>
          <w:p w14:paraId="29229CC1" w14:textId="3A3EC226" w:rsidR="00F16333" w:rsidRPr="009E689E" w:rsidRDefault="00F16333" w:rsidP="009E689E">
            <w:pPr>
              <w:pStyle w:val="Textgeotest"/>
              <w:jc w:val="left"/>
              <w:rPr>
                <w:szCs w:val="20"/>
                <w:highlight w:val="yellow"/>
              </w:rPr>
            </w:pPr>
            <w:r w:rsidRPr="009E689E">
              <w:rPr>
                <w:szCs w:val="20"/>
              </w:rPr>
              <w:t>28375</w:t>
            </w:r>
          </w:p>
        </w:tc>
        <w:tc>
          <w:tcPr>
            <w:tcW w:w="1929" w:type="pct"/>
            <w:shd w:val="clear" w:color="auto" w:fill="auto"/>
            <w:hideMark/>
          </w:tcPr>
          <w:p w14:paraId="2FE46644" w14:textId="6A105A00" w:rsidR="00F16333" w:rsidRPr="009E689E" w:rsidRDefault="00F16333" w:rsidP="009E689E">
            <w:pPr>
              <w:pStyle w:val="Textgeotest"/>
              <w:jc w:val="left"/>
              <w:rPr>
                <w:szCs w:val="20"/>
                <w:highlight w:val="yellow"/>
              </w:rPr>
            </w:pPr>
            <w:r w:rsidRPr="009E689E">
              <w:rPr>
                <w:szCs w:val="20"/>
              </w:rPr>
              <w:t>ČEPRO, a.s., Dělnická 213/12, Holešovice, 17000 Praha 7</w:t>
            </w:r>
          </w:p>
        </w:tc>
      </w:tr>
      <w:tr w:rsidR="00F16333" w:rsidRPr="009E689E" w14:paraId="75789A1F" w14:textId="77777777" w:rsidTr="009E689E">
        <w:trPr>
          <w:trHeight w:val="340"/>
        </w:trPr>
        <w:tc>
          <w:tcPr>
            <w:tcW w:w="703" w:type="pct"/>
            <w:shd w:val="clear" w:color="auto" w:fill="auto"/>
          </w:tcPr>
          <w:p w14:paraId="322B4557" w14:textId="30E683BB" w:rsidR="00F16333" w:rsidRPr="009E689E" w:rsidRDefault="00F16333" w:rsidP="009E689E">
            <w:pPr>
              <w:pStyle w:val="Textgeotest"/>
              <w:jc w:val="left"/>
              <w:rPr>
                <w:szCs w:val="20"/>
                <w:highlight w:val="yellow"/>
              </w:rPr>
            </w:pPr>
            <w:r w:rsidRPr="009E689E">
              <w:rPr>
                <w:szCs w:val="20"/>
              </w:rPr>
              <w:t>1154/31</w:t>
            </w:r>
          </w:p>
        </w:tc>
        <w:tc>
          <w:tcPr>
            <w:tcW w:w="927" w:type="pct"/>
            <w:shd w:val="clear" w:color="auto" w:fill="auto"/>
          </w:tcPr>
          <w:p w14:paraId="410FDE7E" w14:textId="00353A6B" w:rsidR="00F16333" w:rsidRPr="009E689E" w:rsidRDefault="00F16333" w:rsidP="009E689E">
            <w:pPr>
              <w:pStyle w:val="Textgeotest"/>
              <w:jc w:val="left"/>
              <w:rPr>
                <w:szCs w:val="20"/>
                <w:highlight w:val="yellow"/>
              </w:rPr>
            </w:pPr>
            <w:r w:rsidRPr="009E689E">
              <w:rPr>
                <w:szCs w:val="20"/>
              </w:rPr>
              <w:t>Sedlnice</w:t>
            </w:r>
          </w:p>
        </w:tc>
        <w:tc>
          <w:tcPr>
            <w:tcW w:w="758" w:type="pct"/>
            <w:shd w:val="clear" w:color="auto" w:fill="auto"/>
          </w:tcPr>
          <w:p w14:paraId="18D750FB" w14:textId="74FD9345" w:rsidR="00F16333" w:rsidRPr="009E689E" w:rsidRDefault="00F16333" w:rsidP="009E689E">
            <w:pPr>
              <w:pStyle w:val="Textgeotest"/>
              <w:jc w:val="left"/>
              <w:rPr>
                <w:szCs w:val="20"/>
                <w:highlight w:val="yellow"/>
              </w:rPr>
            </w:pPr>
            <w:r w:rsidRPr="009E689E">
              <w:rPr>
                <w:szCs w:val="20"/>
              </w:rPr>
              <w:t>ostatní plocha</w:t>
            </w:r>
          </w:p>
        </w:tc>
        <w:tc>
          <w:tcPr>
            <w:tcW w:w="683" w:type="pct"/>
            <w:shd w:val="clear" w:color="auto" w:fill="auto"/>
          </w:tcPr>
          <w:p w14:paraId="174A726C" w14:textId="23ECFB77" w:rsidR="00F16333" w:rsidRPr="009E689E" w:rsidRDefault="00F16333" w:rsidP="009E689E">
            <w:pPr>
              <w:pStyle w:val="Textgeotest"/>
              <w:jc w:val="left"/>
              <w:rPr>
                <w:szCs w:val="20"/>
                <w:highlight w:val="yellow"/>
              </w:rPr>
            </w:pPr>
            <w:r w:rsidRPr="009E689E">
              <w:rPr>
                <w:szCs w:val="20"/>
              </w:rPr>
              <w:t>906</w:t>
            </w:r>
          </w:p>
        </w:tc>
        <w:tc>
          <w:tcPr>
            <w:tcW w:w="1929" w:type="pct"/>
            <w:shd w:val="clear" w:color="auto" w:fill="auto"/>
          </w:tcPr>
          <w:p w14:paraId="1E14466B" w14:textId="59982346" w:rsidR="00F16333" w:rsidRPr="009E689E" w:rsidRDefault="00F16333" w:rsidP="009E689E">
            <w:pPr>
              <w:pStyle w:val="Textgeotest"/>
              <w:jc w:val="left"/>
              <w:rPr>
                <w:szCs w:val="20"/>
                <w:highlight w:val="yellow"/>
              </w:rPr>
            </w:pPr>
            <w:r w:rsidRPr="009E689E">
              <w:rPr>
                <w:szCs w:val="20"/>
              </w:rPr>
              <w:t>ČEPRO, a.s., Dělnická 213/12, Holešovice, 17000 Praha 7</w:t>
            </w:r>
          </w:p>
        </w:tc>
      </w:tr>
      <w:tr w:rsidR="00F16333" w:rsidRPr="009E689E" w14:paraId="723D1D28" w14:textId="77777777" w:rsidTr="009E689E">
        <w:trPr>
          <w:trHeight w:val="340"/>
        </w:trPr>
        <w:tc>
          <w:tcPr>
            <w:tcW w:w="703" w:type="pct"/>
            <w:shd w:val="clear" w:color="auto" w:fill="auto"/>
          </w:tcPr>
          <w:p w14:paraId="2EBD7E4A" w14:textId="591F4F21" w:rsidR="00F16333" w:rsidRPr="009E689E" w:rsidRDefault="00F16333" w:rsidP="009E689E">
            <w:pPr>
              <w:pStyle w:val="Textgeotest"/>
              <w:jc w:val="left"/>
              <w:rPr>
                <w:szCs w:val="20"/>
                <w:highlight w:val="yellow"/>
              </w:rPr>
            </w:pPr>
            <w:r w:rsidRPr="009E689E">
              <w:rPr>
                <w:szCs w:val="20"/>
              </w:rPr>
              <w:t>1154/32</w:t>
            </w:r>
          </w:p>
        </w:tc>
        <w:tc>
          <w:tcPr>
            <w:tcW w:w="927" w:type="pct"/>
            <w:shd w:val="clear" w:color="auto" w:fill="auto"/>
          </w:tcPr>
          <w:p w14:paraId="36A2AD6E" w14:textId="708121E0" w:rsidR="00F16333" w:rsidRPr="009E689E" w:rsidRDefault="00F16333" w:rsidP="009E689E">
            <w:pPr>
              <w:pStyle w:val="Textgeotest"/>
              <w:jc w:val="left"/>
              <w:rPr>
                <w:szCs w:val="20"/>
                <w:highlight w:val="yellow"/>
              </w:rPr>
            </w:pPr>
            <w:r w:rsidRPr="009E689E">
              <w:rPr>
                <w:szCs w:val="20"/>
              </w:rPr>
              <w:t>Sedlnice</w:t>
            </w:r>
          </w:p>
        </w:tc>
        <w:tc>
          <w:tcPr>
            <w:tcW w:w="758" w:type="pct"/>
            <w:shd w:val="clear" w:color="auto" w:fill="auto"/>
          </w:tcPr>
          <w:p w14:paraId="19E438EB" w14:textId="2C4B4CFF" w:rsidR="00F16333" w:rsidRPr="009E689E" w:rsidRDefault="00F16333" w:rsidP="009E689E">
            <w:pPr>
              <w:pStyle w:val="Textgeotest"/>
              <w:jc w:val="left"/>
              <w:rPr>
                <w:szCs w:val="20"/>
                <w:highlight w:val="yellow"/>
              </w:rPr>
            </w:pPr>
            <w:r w:rsidRPr="009E689E">
              <w:rPr>
                <w:szCs w:val="20"/>
              </w:rPr>
              <w:t>ostatní plocha</w:t>
            </w:r>
          </w:p>
        </w:tc>
        <w:tc>
          <w:tcPr>
            <w:tcW w:w="683" w:type="pct"/>
            <w:shd w:val="clear" w:color="auto" w:fill="auto"/>
          </w:tcPr>
          <w:p w14:paraId="63684EAF" w14:textId="2218C393" w:rsidR="00F16333" w:rsidRPr="009E689E" w:rsidRDefault="00F16333" w:rsidP="009E689E">
            <w:pPr>
              <w:pStyle w:val="Textgeotest"/>
              <w:jc w:val="left"/>
              <w:rPr>
                <w:szCs w:val="20"/>
                <w:highlight w:val="yellow"/>
              </w:rPr>
            </w:pPr>
            <w:r w:rsidRPr="009E689E">
              <w:rPr>
                <w:szCs w:val="20"/>
              </w:rPr>
              <w:t>889</w:t>
            </w:r>
          </w:p>
        </w:tc>
        <w:tc>
          <w:tcPr>
            <w:tcW w:w="1929" w:type="pct"/>
            <w:shd w:val="clear" w:color="auto" w:fill="auto"/>
          </w:tcPr>
          <w:p w14:paraId="339F7C12" w14:textId="2FD4C99A" w:rsidR="00F16333" w:rsidRPr="009E689E" w:rsidRDefault="00F16333" w:rsidP="009E689E">
            <w:pPr>
              <w:pStyle w:val="Textgeotest"/>
              <w:jc w:val="left"/>
              <w:rPr>
                <w:szCs w:val="20"/>
                <w:highlight w:val="yellow"/>
              </w:rPr>
            </w:pPr>
            <w:r w:rsidRPr="009E689E">
              <w:rPr>
                <w:szCs w:val="20"/>
              </w:rPr>
              <w:t>ČEPRO, a.s., Dělnická 213/12, Holešovice, 17000 Praha 7</w:t>
            </w:r>
          </w:p>
        </w:tc>
      </w:tr>
      <w:tr w:rsidR="00F16333" w:rsidRPr="009E689E" w14:paraId="2EF7A5AC" w14:textId="77777777" w:rsidTr="009E689E">
        <w:trPr>
          <w:trHeight w:val="340"/>
        </w:trPr>
        <w:tc>
          <w:tcPr>
            <w:tcW w:w="703" w:type="pct"/>
            <w:shd w:val="clear" w:color="auto" w:fill="auto"/>
          </w:tcPr>
          <w:p w14:paraId="2D947F1E" w14:textId="1DE0EEDA" w:rsidR="00F16333" w:rsidRPr="009E689E" w:rsidRDefault="00F16333" w:rsidP="009E689E">
            <w:pPr>
              <w:pStyle w:val="Textgeotest"/>
              <w:jc w:val="left"/>
              <w:rPr>
                <w:szCs w:val="20"/>
                <w:highlight w:val="yellow"/>
              </w:rPr>
            </w:pPr>
            <w:r w:rsidRPr="009E689E">
              <w:rPr>
                <w:szCs w:val="20"/>
              </w:rPr>
              <w:t>1154/34</w:t>
            </w:r>
          </w:p>
        </w:tc>
        <w:tc>
          <w:tcPr>
            <w:tcW w:w="927" w:type="pct"/>
            <w:shd w:val="clear" w:color="auto" w:fill="auto"/>
          </w:tcPr>
          <w:p w14:paraId="34DD77D8" w14:textId="2A5A04B2" w:rsidR="00F16333" w:rsidRPr="009E689E" w:rsidRDefault="00F16333" w:rsidP="009E689E">
            <w:pPr>
              <w:pStyle w:val="Textgeotest"/>
              <w:jc w:val="left"/>
              <w:rPr>
                <w:szCs w:val="20"/>
                <w:highlight w:val="yellow"/>
              </w:rPr>
            </w:pPr>
            <w:r w:rsidRPr="009E689E">
              <w:rPr>
                <w:szCs w:val="20"/>
              </w:rPr>
              <w:t>Sedlnice</w:t>
            </w:r>
          </w:p>
        </w:tc>
        <w:tc>
          <w:tcPr>
            <w:tcW w:w="758" w:type="pct"/>
            <w:shd w:val="clear" w:color="auto" w:fill="auto"/>
          </w:tcPr>
          <w:p w14:paraId="2F4B5A0F" w14:textId="03D0C8C7" w:rsidR="00F16333" w:rsidRPr="009E689E" w:rsidRDefault="00F16333" w:rsidP="009E689E">
            <w:pPr>
              <w:pStyle w:val="Textgeotest"/>
              <w:jc w:val="left"/>
              <w:rPr>
                <w:szCs w:val="20"/>
                <w:highlight w:val="yellow"/>
              </w:rPr>
            </w:pPr>
            <w:r w:rsidRPr="009E689E">
              <w:rPr>
                <w:szCs w:val="20"/>
              </w:rPr>
              <w:t>ostatní plocha</w:t>
            </w:r>
          </w:p>
        </w:tc>
        <w:tc>
          <w:tcPr>
            <w:tcW w:w="683" w:type="pct"/>
            <w:shd w:val="clear" w:color="auto" w:fill="auto"/>
          </w:tcPr>
          <w:p w14:paraId="78CABAF3" w14:textId="24430C7D" w:rsidR="00F16333" w:rsidRPr="009E689E" w:rsidRDefault="00F16333" w:rsidP="009E689E">
            <w:pPr>
              <w:pStyle w:val="Textgeotest"/>
              <w:jc w:val="left"/>
              <w:rPr>
                <w:szCs w:val="20"/>
                <w:highlight w:val="yellow"/>
              </w:rPr>
            </w:pPr>
            <w:r w:rsidRPr="009E689E">
              <w:rPr>
                <w:szCs w:val="20"/>
              </w:rPr>
              <w:t>902</w:t>
            </w:r>
          </w:p>
        </w:tc>
        <w:tc>
          <w:tcPr>
            <w:tcW w:w="1929" w:type="pct"/>
            <w:shd w:val="clear" w:color="auto" w:fill="auto"/>
          </w:tcPr>
          <w:p w14:paraId="147303C0" w14:textId="69EE19EA" w:rsidR="00F16333" w:rsidRPr="009E689E" w:rsidRDefault="00F16333" w:rsidP="009E689E">
            <w:pPr>
              <w:pStyle w:val="Textgeotest"/>
              <w:jc w:val="left"/>
              <w:rPr>
                <w:szCs w:val="20"/>
                <w:highlight w:val="yellow"/>
              </w:rPr>
            </w:pPr>
            <w:r w:rsidRPr="009E689E">
              <w:rPr>
                <w:szCs w:val="20"/>
              </w:rPr>
              <w:t>ČEPRO, a.s., Dělnická 213/12, Holešovice, 17000 Praha 7</w:t>
            </w:r>
          </w:p>
        </w:tc>
      </w:tr>
      <w:tr w:rsidR="00F16333" w:rsidRPr="009E689E" w14:paraId="40382943" w14:textId="77777777" w:rsidTr="009E689E">
        <w:trPr>
          <w:trHeight w:val="340"/>
        </w:trPr>
        <w:tc>
          <w:tcPr>
            <w:tcW w:w="703" w:type="pct"/>
            <w:shd w:val="clear" w:color="auto" w:fill="auto"/>
          </w:tcPr>
          <w:p w14:paraId="4557C312" w14:textId="5937E7A0" w:rsidR="00F16333" w:rsidRPr="009E689E" w:rsidRDefault="00F16333" w:rsidP="009E689E">
            <w:pPr>
              <w:pStyle w:val="Textgeotest"/>
              <w:jc w:val="left"/>
              <w:rPr>
                <w:szCs w:val="20"/>
                <w:highlight w:val="yellow"/>
              </w:rPr>
            </w:pPr>
            <w:r w:rsidRPr="009E689E">
              <w:rPr>
                <w:szCs w:val="20"/>
              </w:rPr>
              <w:t>1154/36</w:t>
            </w:r>
          </w:p>
        </w:tc>
        <w:tc>
          <w:tcPr>
            <w:tcW w:w="927" w:type="pct"/>
            <w:shd w:val="clear" w:color="auto" w:fill="auto"/>
          </w:tcPr>
          <w:p w14:paraId="52E35E35" w14:textId="3B42EC74" w:rsidR="00F16333" w:rsidRPr="009E689E" w:rsidRDefault="00F16333" w:rsidP="009E689E">
            <w:pPr>
              <w:pStyle w:val="Textgeotest"/>
              <w:jc w:val="left"/>
              <w:rPr>
                <w:szCs w:val="20"/>
                <w:highlight w:val="yellow"/>
              </w:rPr>
            </w:pPr>
            <w:r w:rsidRPr="009E689E">
              <w:rPr>
                <w:szCs w:val="20"/>
              </w:rPr>
              <w:t>Sedlnice</w:t>
            </w:r>
          </w:p>
        </w:tc>
        <w:tc>
          <w:tcPr>
            <w:tcW w:w="758" w:type="pct"/>
            <w:shd w:val="clear" w:color="auto" w:fill="auto"/>
          </w:tcPr>
          <w:p w14:paraId="77A1FAD5" w14:textId="1175FE34" w:rsidR="00F16333" w:rsidRPr="009E689E" w:rsidRDefault="00F16333" w:rsidP="009E689E">
            <w:pPr>
              <w:pStyle w:val="Textgeotest"/>
              <w:jc w:val="left"/>
              <w:rPr>
                <w:szCs w:val="20"/>
                <w:highlight w:val="yellow"/>
              </w:rPr>
            </w:pPr>
            <w:r w:rsidRPr="009E689E">
              <w:rPr>
                <w:szCs w:val="20"/>
              </w:rPr>
              <w:t>ostatní plocha</w:t>
            </w:r>
          </w:p>
        </w:tc>
        <w:tc>
          <w:tcPr>
            <w:tcW w:w="683" w:type="pct"/>
            <w:shd w:val="clear" w:color="auto" w:fill="auto"/>
          </w:tcPr>
          <w:p w14:paraId="1C20A695" w14:textId="76A5BF1E" w:rsidR="00F16333" w:rsidRPr="009E689E" w:rsidRDefault="00F16333" w:rsidP="009E689E">
            <w:pPr>
              <w:pStyle w:val="Textgeotest"/>
              <w:jc w:val="left"/>
              <w:rPr>
                <w:szCs w:val="20"/>
                <w:highlight w:val="yellow"/>
              </w:rPr>
            </w:pPr>
            <w:r w:rsidRPr="009E689E">
              <w:rPr>
                <w:szCs w:val="20"/>
              </w:rPr>
              <w:t>903</w:t>
            </w:r>
          </w:p>
        </w:tc>
        <w:tc>
          <w:tcPr>
            <w:tcW w:w="1929" w:type="pct"/>
            <w:shd w:val="clear" w:color="auto" w:fill="auto"/>
          </w:tcPr>
          <w:p w14:paraId="2BA35681" w14:textId="6E650D08" w:rsidR="00F16333" w:rsidRPr="009E689E" w:rsidRDefault="00F16333" w:rsidP="009E689E">
            <w:pPr>
              <w:pStyle w:val="Textgeotest"/>
              <w:jc w:val="left"/>
              <w:rPr>
                <w:szCs w:val="20"/>
                <w:highlight w:val="yellow"/>
              </w:rPr>
            </w:pPr>
            <w:r w:rsidRPr="009E689E">
              <w:rPr>
                <w:szCs w:val="20"/>
              </w:rPr>
              <w:t>ČEPRO, a.s., Dělnická 213/12, Holešovice, 17000 Praha 7</w:t>
            </w:r>
          </w:p>
        </w:tc>
      </w:tr>
    </w:tbl>
    <w:p w14:paraId="7B212045" w14:textId="77777777" w:rsidR="00B8130B" w:rsidRPr="009E689E" w:rsidRDefault="00B8130B" w:rsidP="00B8130B">
      <w:pPr>
        <w:pStyle w:val="Nadpis2"/>
      </w:pPr>
      <w:bookmarkStart w:id="39" w:name="_Toc72755585"/>
      <w:bookmarkStart w:id="40" w:name="_Toc98856069"/>
      <w:bookmarkEnd w:id="36"/>
      <w:bookmarkEnd w:id="38"/>
      <w:r w:rsidRPr="009E689E">
        <w:lastRenderedPageBreak/>
        <w:t>Údaje o stavebníkovi</w:t>
      </w:r>
      <w:bookmarkEnd w:id="39"/>
      <w:bookmarkEnd w:id="40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85"/>
        <w:gridCol w:w="6585"/>
      </w:tblGrid>
      <w:tr w:rsidR="00B8130B" w:rsidRPr="009E689E" w14:paraId="4B71B506" w14:textId="77777777" w:rsidTr="009E689E">
        <w:trPr>
          <w:trHeight w:val="340"/>
        </w:trPr>
        <w:tc>
          <w:tcPr>
            <w:tcW w:w="1370" w:type="pct"/>
            <w:hideMark/>
          </w:tcPr>
          <w:p w14:paraId="40DFE032" w14:textId="00F23FA4" w:rsidR="00B8130B" w:rsidRPr="009E689E" w:rsidRDefault="00B8130B" w:rsidP="0023535A">
            <w:pPr>
              <w:keepNext/>
              <w:keepLines/>
              <w:rPr>
                <w:b/>
                <w:bCs/>
              </w:rPr>
            </w:pPr>
            <w:bookmarkStart w:id="41" w:name="_Hlk32846347"/>
            <w:bookmarkStart w:id="42" w:name="_Hlk69477645"/>
          </w:p>
        </w:tc>
        <w:tc>
          <w:tcPr>
            <w:tcW w:w="3630" w:type="pct"/>
            <w:hideMark/>
          </w:tcPr>
          <w:p w14:paraId="67A8A292" w14:textId="7A2161CD" w:rsidR="00B8130B" w:rsidRPr="009E689E" w:rsidRDefault="00B8130B" w:rsidP="0023535A">
            <w:pPr>
              <w:keepNext/>
              <w:keepLines/>
              <w:rPr>
                <w:b/>
                <w:bCs/>
              </w:rPr>
            </w:pPr>
            <w:r w:rsidRPr="009E689E">
              <w:rPr>
                <w:b/>
                <w:bCs/>
              </w:rPr>
              <w:t>ČEPRO, a.s.</w:t>
            </w:r>
          </w:p>
        </w:tc>
      </w:tr>
      <w:tr w:rsidR="00B8130B" w:rsidRPr="009E689E" w14:paraId="540A52FB" w14:textId="77777777" w:rsidTr="009E689E">
        <w:trPr>
          <w:trHeight w:val="340"/>
        </w:trPr>
        <w:tc>
          <w:tcPr>
            <w:tcW w:w="1370" w:type="pct"/>
          </w:tcPr>
          <w:p w14:paraId="643A75ED" w14:textId="77777777" w:rsidR="00B8130B" w:rsidRPr="009E689E" w:rsidRDefault="00B8130B" w:rsidP="0023535A">
            <w:pPr>
              <w:keepNext/>
              <w:keepLines/>
            </w:pPr>
            <w:r w:rsidRPr="009E689E">
              <w:t>se sídlem na adrese</w:t>
            </w:r>
          </w:p>
        </w:tc>
        <w:tc>
          <w:tcPr>
            <w:tcW w:w="3630" w:type="pct"/>
          </w:tcPr>
          <w:p w14:paraId="31CB01A1" w14:textId="279152CF" w:rsidR="00B8130B" w:rsidRPr="009E689E" w:rsidRDefault="00B8130B" w:rsidP="0023535A">
            <w:pPr>
              <w:keepNext/>
              <w:keepLines/>
            </w:pPr>
            <w:r w:rsidRPr="009E689E">
              <w:t>Dělnická 213/12, 170 00 Praha 7 Holešovice</w:t>
            </w:r>
          </w:p>
        </w:tc>
      </w:tr>
      <w:tr w:rsidR="00B8130B" w:rsidRPr="009E689E" w14:paraId="398C647B" w14:textId="77777777" w:rsidTr="009E689E">
        <w:trPr>
          <w:trHeight w:val="340"/>
        </w:trPr>
        <w:tc>
          <w:tcPr>
            <w:tcW w:w="1370" w:type="pct"/>
            <w:hideMark/>
          </w:tcPr>
          <w:p w14:paraId="2B1E4AB1" w14:textId="77777777" w:rsidR="00B8130B" w:rsidRPr="009E689E" w:rsidRDefault="00B8130B" w:rsidP="0023535A">
            <w:pPr>
              <w:keepNext/>
              <w:keepLines/>
            </w:pPr>
            <w:r w:rsidRPr="009E689E">
              <w:t>IČO:</w:t>
            </w:r>
          </w:p>
        </w:tc>
        <w:tc>
          <w:tcPr>
            <w:tcW w:w="3630" w:type="pct"/>
            <w:hideMark/>
          </w:tcPr>
          <w:p w14:paraId="4424242B" w14:textId="3B10EE1F" w:rsidR="00B8130B" w:rsidRPr="009E689E" w:rsidRDefault="00B8130B" w:rsidP="0023535A">
            <w:pPr>
              <w:keepNext/>
              <w:keepLines/>
            </w:pPr>
            <w:r w:rsidRPr="009E689E">
              <w:rPr>
                <w:rFonts w:eastAsia="Lucida Sans Unicode"/>
                <w:bCs/>
              </w:rPr>
              <w:t>60193531</w:t>
            </w:r>
          </w:p>
        </w:tc>
      </w:tr>
      <w:tr w:rsidR="00B8130B" w:rsidRPr="009E689E" w14:paraId="33BA467E" w14:textId="77777777" w:rsidTr="009E689E">
        <w:trPr>
          <w:trHeight w:val="340"/>
        </w:trPr>
        <w:tc>
          <w:tcPr>
            <w:tcW w:w="1370" w:type="pct"/>
            <w:hideMark/>
          </w:tcPr>
          <w:p w14:paraId="59F79ADF" w14:textId="77777777" w:rsidR="00B8130B" w:rsidRPr="009E689E" w:rsidRDefault="00B8130B" w:rsidP="0023535A">
            <w:pPr>
              <w:keepNext/>
              <w:keepLines/>
            </w:pPr>
            <w:r w:rsidRPr="009E689E">
              <w:t>DIČ:</w:t>
            </w:r>
          </w:p>
        </w:tc>
        <w:tc>
          <w:tcPr>
            <w:tcW w:w="3630" w:type="pct"/>
            <w:hideMark/>
          </w:tcPr>
          <w:p w14:paraId="0AFD5533" w14:textId="6251338F" w:rsidR="00B8130B" w:rsidRPr="009E689E" w:rsidRDefault="00B8130B" w:rsidP="0023535A">
            <w:pPr>
              <w:keepNext/>
              <w:keepLines/>
            </w:pPr>
            <w:r w:rsidRPr="009E689E">
              <w:rPr>
                <w:rFonts w:eastAsia="Lucida Sans Unicode"/>
                <w:bCs/>
              </w:rPr>
              <w:t>CZ60193531</w:t>
            </w:r>
          </w:p>
        </w:tc>
      </w:tr>
      <w:tr w:rsidR="00B8130B" w:rsidRPr="009E689E" w14:paraId="7B6F8524" w14:textId="77777777" w:rsidTr="009E689E">
        <w:trPr>
          <w:trHeight w:val="340"/>
        </w:trPr>
        <w:tc>
          <w:tcPr>
            <w:tcW w:w="1370" w:type="pct"/>
          </w:tcPr>
          <w:p w14:paraId="0C2F15C3" w14:textId="77777777" w:rsidR="00B8130B" w:rsidRPr="009E689E" w:rsidRDefault="00B8130B" w:rsidP="0023535A">
            <w:pPr>
              <w:keepNext/>
              <w:keepLines/>
            </w:pPr>
            <w:r w:rsidRPr="009E689E">
              <w:t>Jednající/zastoupen:</w:t>
            </w:r>
          </w:p>
        </w:tc>
        <w:tc>
          <w:tcPr>
            <w:tcW w:w="3630" w:type="pct"/>
          </w:tcPr>
          <w:p w14:paraId="6A348216" w14:textId="149AEACF" w:rsidR="00B8130B" w:rsidRPr="009E689E" w:rsidRDefault="00B8130B" w:rsidP="00021F05">
            <w:pPr>
              <w:keepNext/>
              <w:keepLines/>
              <w:widowControl w:val="0"/>
              <w:tabs>
                <w:tab w:val="left" w:pos="4536"/>
              </w:tabs>
              <w:suppressAutoHyphens/>
              <w:ind w:left="4530" w:hanging="4530"/>
              <w:rPr>
                <w:rFonts w:eastAsia="Lucida Sans Unicode"/>
              </w:rPr>
            </w:pPr>
            <w:r w:rsidRPr="009E689E">
              <w:t xml:space="preserve">Ing. </w:t>
            </w:r>
            <w:r w:rsidR="00021F05" w:rsidRPr="009E689E">
              <w:t>Gabrielou Černou</w:t>
            </w:r>
            <w:r w:rsidRPr="009E689E">
              <w:t xml:space="preserve">, </w:t>
            </w:r>
          </w:p>
        </w:tc>
      </w:tr>
      <w:tr w:rsidR="00B8130B" w:rsidRPr="009E689E" w14:paraId="253B87BE" w14:textId="77777777" w:rsidTr="009E689E">
        <w:trPr>
          <w:trHeight w:val="340"/>
        </w:trPr>
        <w:tc>
          <w:tcPr>
            <w:tcW w:w="1370" w:type="pct"/>
          </w:tcPr>
          <w:p w14:paraId="0053BFA7" w14:textId="77777777" w:rsidR="00B8130B" w:rsidRPr="009E689E" w:rsidRDefault="00B8130B" w:rsidP="0023535A">
            <w:pPr>
              <w:keepNext/>
              <w:keepLines/>
            </w:pPr>
            <w:r w:rsidRPr="009E689E">
              <w:t>Telefon</w:t>
            </w:r>
          </w:p>
        </w:tc>
        <w:tc>
          <w:tcPr>
            <w:tcW w:w="3630" w:type="pct"/>
          </w:tcPr>
          <w:p w14:paraId="27EC09AA" w14:textId="5A19A641" w:rsidR="00B8130B" w:rsidRPr="009E689E" w:rsidRDefault="00021F05" w:rsidP="0023535A">
            <w:pPr>
              <w:keepNext/>
              <w:keepLines/>
            </w:pPr>
            <w:r w:rsidRPr="009E689E">
              <w:rPr>
                <w:rFonts w:eastAsia="Lucida Sans Unicode"/>
              </w:rPr>
              <w:t>739 240 907</w:t>
            </w:r>
          </w:p>
        </w:tc>
      </w:tr>
      <w:tr w:rsidR="00B8130B" w:rsidRPr="009E689E" w14:paraId="6066ABF9" w14:textId="77777777" w:rsidTr="009E689E">
        <w:trPr>
          <w:trHeight w:val="340"/>
        </w:trPr>
        <w:tc>
          <w:tcPr>
            <w:tcW w:w="1370" w:type="pct"/>
          </w:tcPr>
          <w:p w14:paraId="77D342BC" w14:textId="77777777" w:rsidR="00B8130B" w:rsidRPr="009E689E" w:rsidRDefault="00B8130B" w:rsidP="0023535A">
            <w:pPr>
              <w:keepNext/>
              <w:keepLines/>
            </w:pPr>
            <w:r w:rsidRPr="009E689E">
              <w:t>E-mail:</w:t>
            </w:r>
          </w:p>
        </w:tc>
        <w:tc>
          <w:tcPr>
            <w:tcW w:w="3630" w:type="pct"/>
          </w:tcPr>
          <w:p w14:paraId="7EB427C5" w14:textId="7677D777" w:rsidR="00B8130B" w:rsidRPr="009E689E" w:rsidRDefault="00021F05" w:rsidP="0023535A">
            <w:pPr>
              <w:keepNext/>
              <w:keepLines/>
            </w:pPr>
            <w:r w:rsidRPr="009E689E">
              <w:rPr>
                <w:rFonts w:eastAsia="Lucida Sans Unicode"/>
              </w:rPr>
              <w:t>gabriela.cerna@ceproas.cz</w:t>
            </w:r>
          </w:p>
        </w:tc>
      </w:tr>
      <w:tr w:rsidR="00B8130B" w:rsidRPr="009E689E" w14:paraId="7BD9F45C" w14:textId="77777777" w:rsidTr="009E689E">
        <w:trPr>
          <w:trHeight w:val="340"/>
        </w:trPr>
        <w:tc>
          <w:tcPr>
            <w:tcW w:w="1370" w:type="pct"/>
          </w:tcPr>
          <w:p w14:paraId="5DE04F97" w14:textId="77777777" w:rsidR="00B8130B" w:rsidRPr="009E689E" w:rsidRDefault="00B8130B" w:rsidP="0023535A">
            <w:pPr>
              <w:keepNext/>
              <w:keepLines/>
            </w:pPr>
            <w:r w:rsidRPr="009E689E">
              <w:t>Datová schránka:</w:t>
            </w:r>
          </w:p>
        </w:tc>
        <w:tc>
          <w:tcPr>
            <w:tcW w:w="3630" w:type="pct"/>
          </w:tcPr>
          <w:p w14:paraId="015A2F6C" w14:textId="05B3083C" w:rsidR="00B8130B" w:rsidRPr="009E689E" w:rsidRDefault="00021F05" w:rsidP="0023535A">
            <w:pPr>
              <w:keepNext/>
              <w:keepLines/>
            </w:pPr>
            <w:r w:rsidRPr="009E689E">
              <w:t>hk3cdqj</w:t>
            </w:r>
          </w:p>
        </w:tc>
      </w:tr>
    </w:tbl>
    <w:p w14:paraId="7F4D0390" w14:textId="77777777" w:rsidR="00B8130B" w:rsidRPr="009E689E" w:rsidRDefault="00B8130B" w:rsidP="00B8130B">
      <w:pPr>
        <w:pStyle w:val="Nadpis2"/>
      </w:pPr>
      <w:bookmarkStart w:id="43" w:name="_Toc72755586"/>
      <w:bookmarkStart w:id="44" w:name="_Toc98856070"/>
      <w:bookmarkEnd w:id="41"/>
      <w:bookmarkEnd w:id="42"/>
      <w:r w:rsidRPr="009E689E">
        <w:t>Údaje o zpracovateli společné dokumentace a projektové dokumentace pro provádění stavby</w:t>
      </w:r>
      <w:bookmarkEnd w:id="43"/>
      <w:bookmarkEnd w:id="44"/>
    </w:p>
    <w:tbl>
      <w:tblPr>
        <w:tblW w:w="90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4"/>
        <w:gridCol w:w="6308"/>
      </w:tblGrid>
      <w:tr w:rsidR="00B8130B" w:rsidRPr="009E689E" w14:paraId="0CE8B7A9" w14:textId="77777777" w:rsidTr="009E689E">
        <w:trPr>
          <w:trHeight w:val="340"/>
        </w:trPr>
        <w:tc>
          <w:tcPr>
            <w:tcW w:w="2764" w:type="dxa"/>
            <w:hideMark/>
          </w:tcPr>
          <w:p w14:paraId="488E9AE1" w14:textId="77777777" w:rsidR="00B8130B" w:rsidRPr="009E689E" w:rsidRDefault="00B8130B" w:rsidP="009E689E">
            <w:pPr>
              <w:rPr>
                <w:szCs w:val="24"/>
              </w:rPr>
            </w:pPr>
            <w:bookmarkStart w:id="45" w:name="_Hlk527611503"/>
            <w:bookmarkStart w:id="46" w:name="_Hlk32846687"/>
            <w:bookmarkStart w:id="47" w:name="_Hlk69477662"/>
            <w:r w:rsidRPr="009E689E">
              <w:rPr>
                <w:b/>
                <w:szCs w:val="24"/>
              </w:rPr>
              <w:t>Zpracovatel:</w:t>
            </w:r>
          </w:p>
        </w:tc>
        <w:tc>
          <w:tcPr>
            <w:tcW w:w="6308" w:type="dxa"/>
            <w:hideMark/>
          </w:tcPr>
          <w:p w14:paraId="21D8956A" w14:textId="77777777" w:rsidR="00B8130B" w:rsidRPr="009E689E" w:rsidRDefault="00B8130B" w:rsidP="009E689E">
            <w:pPr>
              <w:rPr>
                <w:szCs w:val="24"/>
              </w:rPr>
            </w:pPr>
            <w:r w:rsidRPr="009E689E">
              <w:rPr>
                <w:b/>
                <w:bCs/>
                <w:szCs w:val="24"/>
              </w:rPr>
              <w:t>GEOtest, a. s.</w:t>
            </w:r>
          </w:p>
        </w:tc>
      </w:tr>
      <w:tr w:rsidR="00B8130B" w:rsidRPr="009E689E" w14:paraId="25108059" w14:textId="77777777" w:rsidTr="009E689E">
        <w:trPr>
          <w:trHeight w:val="340"/>
        </w:trPr>
        <w:tc>
          <w:tcPr>
            <w:tcW w:w="2764" w:type="dxa"/>
          </w:tcPr>
          <w:p w14:paraId="56DA920E" w14:textId="77777777" w:rsidR="00B8130B" w:rsidRPr="009E689E" w:rsidRDefault="00B8130B" w:rsidP="009E689E">
            <w:pPr>
              <w:rPr>
                <w:szCs w:val="24"/>
              </w:rPr>
            </w:pPr>
          </w:p>
        </w:tc>
        <w:tc>
          <w:tcPr>
            <w:tcW w:w="6308" w:type="dxa"/>
            <w:hideMark/>
          </w:tcPr>
          <w:p w14:paraId="1A21FDC0" w14:textId="77777777" w:rsidR="00B8130B" w:rsidRPr="009E689E" w:rsidRDefault="00B8130B" w:rsidP="009E689E">
            <w:pPr>
              <w:rPr>
                <w:szCs w:val="24"/>
              </w:rPr>
            </w:pPr>
            <w:r w:rsidRPr="009E689E">
              <w:rPr>
                <w:szCs w:val="24"/>
              </w:rPr>
              <w:t>se sídlem Šmahova 1244/112, 627 00 Brno</w:t>
            </w:r>
          </w:p>
        </w:tc>
      </w:tr>
      <w:tr w:rsidR="00B8130B" w:rsidRPr="009E689E" w14:paraId="37E0683F" w14:textId="77777777" w:rsidTr="009E689E">
        <w:trPr>
          <w:trHeight w:val="340"/>
        </w:trPr>
        <w:tc>
          <w:tcPr>
            <w:tcW w:w="2764" w:type="dxa"/>
            <w:hideMark/>
          </w:tcPr>
          <w:p w14:paraId="0518A8C2" w14:textId="77777777" w:rsidR="00B8130B" w:rsidRPr="009E689E" w:rsidRDefault="00B8130B" w:rsidP="009E689E">
            <w:pPr>
              <w:rPr>
                <w:szCs w:val="24"/>
              </w:rPr>
            </w:pPr>
            <w:r w:rsidRPr="009E689E">
              <w:rPr>
                <w:szCs w:val="24"/>
              </w:rPr>
              <w:t>Telefon:</w:t>
            </w:r>
          </w:p>
        </w:tc>
        <w:tc>
          <w:tcPr>
            <w:tcW w:w="6308" w:type="dxa"/>
            <w:hideMark/>
          </w:tcPr>
          <w:p w14:paraId="1E0EC676" w14:textId="77777777" w:rsidR="00B8130B" w:rsidRPr="009E689E" w:rsidRDefault="00B8130B" w:rsidP="009E689E">
            <w:pPr>
              <w:rPr>
                <w:szCs w:val="24"/>
              </w:rPr>
            </w:pPr>
            <w:r w:rsidRPr="009E689E">
              <w:rPr>
                <w:szCs w:val="24"/>
              </w:rPr>
              <w:t>548 125 334</w:t>
            </w:r>
          </w:p>
        </w:tc>
      </w:tr>
      <w:tr w:rsidR="00B8130B" w:rsidRPr="009E689E" w14:paraId="20F37E01" w14:textId="77777777" w:rsidTr="009E689E">
        <w:trPr>
          <w:trHeight w:val="340"/>
        </w:trPr>
        <w:tc>
          <w:tcPr>
            <w:tcW w:w="2764" w:type="dxa"/>
            <w:hideMark/>
          </w:tcPr>
          <w:p w14:paraId="370C0863" w14:textId="77777777" w:rsidR="00B8130B" w:rsidRPr="009E689E" w:rsidRDefault="00B8130B" w:rsidP="009E689E">
            <w:pPr>
              <w:rPr>
                <w:szCs w:val="24"/>
              </w:rPr>
            </w:pPr>
            <w:r w:rsidRPr="009E689E">
              <w:rPr>
                <w:szCs w:val="24"/>
              </w:rPr>
              <w:t>Fax:</w:t>
            </w:r>
          </w:p>
        </w:tc>
        <w:tc>
          <w:tcPr>
            <w:tcW w:w="6308" w:type="dxa"/>
            <w:hideMark/>
          </w:tcPr>
          <w:p w14:paraId="63AA8D16" w14:textId="77777777" w:rsidR="00B8130B" w:rsidRPr="009E689E" w:rsidRDefault="00B8130B" w:rsidP="009E689E">
            <w:pPr>
              <w:rPr>
                <w:szCs w:val="24"/>
              </w:rPr>
            </w:pPr>
            <w:r w:rsidRPr="009E689E">
              <w:rPr>
                <w:szCs w:val="24"/>
              </w:rPr>
              <w:t>545 217 979</w:t>
            </w:r>
          </w:p>
        </w:tc>
      </w:tr>
      <w:tr w:rsidR="00B8130B" w:rsidRPr="009E689E" w14:paraId="1E95D21D" w14:textId="77777777" w:rsidTr="009E689E">
        <w:trPr>
          <w:trHeight w:val="340"/>
        </w:trPr>
        <w:tc>
          <w:tcPr>
            <w:tcW w:w="2764" w:type="dxa"/>
            <w:hideMark/>
          </w:tcPr>
          <w:p w14:paraId="3835AD41" w14:textId="77777777" w:rsidR="00B8130B" w:rsidRPr="009E689E" w:rsidRDefault="00B8130B" w:rsidP="009E689E">
            <w:pPr>
              <w:rPr>
                <w:szCs w:val="24"/>
              </w:rPr>
            </w:pPr>
            <w:r w:rsidRPr="009E689E">
              <w:rPr>
                <w:szCs w:val="24"/>
              </w:rPr>
              <w:t>E-mail:</w:t>
            </w:r>
          </w:p>
        </w:tc>
        <w:tc>
          <w:tcPr>
            <w:tcW w:w="6308" w:type="dxa"/>
            <w:hideMark/>
          </w:tcPr>
          <w:p w14:paraId="7E4455A0" w14:textId="77777777" w:rsidR="00B8130B" w:rsidRPr="009E689E" w:rsidRDefault="00B8130B" w:rsidP="009E689E">
            <w:pPr>
              <w:rPr>
                <w:szCs w:val="24"/>
              </w:rPr>
            </w:pPr>
            <w:r w:rsidRPr="009E689E">
              <w:rPr>
                <w:szCs w:val="24"/>
              </w:rPr>
              <w:t>info@geotest.cz</w:t>
            </w:r>
          </w:p>
        </w:tc>
      </w:tr>
      <w:tr w:rsidR="00B8130B" w:rsidRPr="009E689E" w14:paraId="23059B74" w14:textId="77777777" w:rsidTr="009E689E">
        <w:trPr>
          <w:trHeight w:val="340"/>
        </w:trPr>
        <w:tc>
          <w:tcPr>
            <w:tcW w:w="2764" w:type="dxa"/>
            <w:hideMark/>
          </w:tcPr>
          <w:p w14:paraId="74AA6717" w14:textId="77777777" w:rsidR="00B8130B" w:rsidRPr="009E689E" w:rsidRDefault="00B8130B" w:rsidP="009E689E">
            <w:pPr>
              <w:rPr>
                <w:szCs w:val="24"/>
              </w:rPr>
            </w:pPr>
            <w:r w:rsidRPr="009E689E">
              <w:rPr>
                <w:szCs w:val="24"/>
              </w:rPr>
              <w:t>Web:</w:t>
            </w:r>
          </w:p>
        </w:tc>
        <w:tc>
          <w:tcPr>
            <w:tcW w:w="6308" w:type="dxa"/>
            <w:hideMark/>
          </w:tcPr>
          <w:p w14:paraId="4841E546" w14:textId="77777777" w:rsidR="00B8130B" w:rsidRPr="009E689E" w:rsidRDefault="00B8130B" w:rsidP="009E689E">
            <w:pPr>
              <w:rPr>
                <w:szCs w:val="24"/>
              </w:rPr>
            </w:pPr>
            <w:r w:rsidRPr="009E689E">
              <w:rPr>
                <w:szCs w:val="24"/>
              </w:rPr>
              <w:t>www.geotest.cz</w:t>
            </w:r>
          </w:p>
        </w:tc>
      </w:tr>
      <w:tr w:rsidR="00B8130B" w:rsidRPr="009E689E" w14:paraId="30EE00DB" w14:textId="77777777" w:rsidTr="009E689E">
        <w:trPr>
          <w:trHeight w:val="340"/>
        </w:trPr>
        <w:tc>
          <w:tcPr>
            <w:tcW w:w="2764" w:type="dxa"/>
          </w:tcPr>
          <w:p w14:paraId="29296FA2" w14:textId="77777777" w:rsidR="00B8130B" w:rsidRPr="009E689E" w:rsidRDefault="00B8130B" w:rsidP="009E689E">
            <w:pPr>
              <w:rPr>
                <w:szCs w:val="24"/>
              </w:rPr>
            </w:pPr>
            <w:r w:rsidRPr="009E689E">
              <w:rPr>
                <w:szCs w:val="24"/>
              </w:rPr>
              <w:t>DS:</w:t>
            </w:r>
          </w:p>
        </w:tc>
        <w:tc>
          <w:tcPr>
            <w:tcW w:w="6308" w:type="dxa"/>
          </w:tcPr>
          <w:p w14:paraId="35AC600F" w14:textId="77777777" w:rsidR="00B8130B" w:rsidRPr="009E689E" w:rsidRDefault="00B8130B" w:rsidP="009E689E">
            <w:pPr>
              <w:rPr>
                <w:szCs w:val="24"/>
              </w:rPr>
            </w:pPr>
            <w:r w:rsidRPr="009E689E">
              <w:rPr>
                <w:szCs w:val="24"/>
              </w:rPr>
              <w:t>axvp7bj</w:t>
            </w:r>
          </w:p>
        </w:tc>
      </w:tr>
      <w:tr w:rsidR="00B8130B" w:rsidRPr="009E689E" w14:paraId="72AE8E86" w14:textId="77777777" w:rsidTr="009E689E">
        <w:trPr>
          <w:trHeight w:val="340"/>
        </w:trPr>
        <w:tc>
          <w:tcPr>
            <w:tcW w:w="2764" w:type="dxa"/>
          </w:tcPr>
          <w:p w14:paraId="35A3B07E" w14:textId="77777777" w:rsidR="00B8130B" w:rsidRPr="009E689E" w:rsidRDefault="00B8130B" w:rsidP="009E689E">
            <w:pPr>
              <w:rPr>
                <w:szCs w:val="24"/>
              </w:rPr>
            </w:pPr>
            <w:r w:rsidRPr="009E689E">
              <w:rPr>
                <w:szCs w:val="24"/>
              </w:rPr>
              <w:t>Zástupce:</w:t>
            </w:r>
          </w:p>
        </w:tc>
        <w:tc>
          <w:tcPr>
            <w:tcW w:w="6308" w:type="dxa"/>
          </w:tcPr>
          <w:p w14:paraId="63B6B0EE" w14:textId="77777777" w:rsidR="00B8130B" w:rsidRPr="009E689E" w:rsidRDefault="00B8130B" w:rsidP="009E689E">
            <w:pPr>
              <w:rPr>
                <w:szCs w:val="24"/>
              </w:rPr>
            </w:pPr>
            <w:r w:rsidRPr="009E689E">
              <w:rPr>
                <w:szCs w:val="24"/>
              </w:rPr>
              <w:t>RNDr. Lubomír Klímek, MBA, člen představenstva</w:t>
            </w:r>
          </w:p>
        </w:tc>
      </w:tr>
      <w:tr w:rsidR="00B8130B" w:rsidRPr="009E689E" w14:paraId="583E5012" w14:textId="77777777" w:rsidTr="009E689E">
        <w:trPr>
          <w:trHeight w:val="340"/>
        </w:trPr>
        <w:tc>
          <w:tcPr>
            <w:tcW w:w="2764" w:type="dxa"/>
            <w:hideMark/>
          </w:tcPr>
          <w:p w14:paraId="2D9E9262" w14:textId="77777777" w:rsidR="00B8130B" w:rsidRPr="009E689E" w:rsidRDefault="00B8130B" w:rsidP="009E689E">
            <w:pPr>
              <w:rPr>
                <w:szCs w:val="24"/>
              </w:rPr>
            </w:pPr>
            <w:r w:rsidRPr="009E689E">
              <w:rPr>
                <w:szCs w:val="24"/>
              </w:rPr>
              <w:t>Kontaktní osoba:</w:t>
            </w:r>
          </w:p>
        </w:tc>
        <w:tc>
          <w:tcPr>
            <w:tcW w:w="6308" w:type="dxa"/>
            <w:hideMark/>
          </w:tcPr>
          <w:p w14:paraId="37627C10" w14:textId="77777777" w:rsidR="00B8130B" w:rsidRPr="009E689E" w:rsidRDefault="00B8130B" w:rsidP="009E689E">
            <w:pPr>
              <w:rPr>
                <w:szCs w:val="24"/>
              </w:rPr>
            </w:pPr>
            <w:r w:rsidRPr="009E689E">
              <w:rPr>
                <w:szCs w:val="24"/>
              </w:rPr>
              <w:t>Mgr. Jan Oprchal</w:t>
            </w:r>
          </w:p>
        </w:tc>
      </w:tr>
      <w:tr w:rsidR="00B8130B" w:rsidRPr="009E689E" w14:paraId="26EB64AB" w14:textId="77777777" w:rsidTr="009E689E">
        <w:trPr>
          <w:trHeight w:val="340"/>
        </w:trPr>
        <w:tc>
          <w:tcPr>
            <w:tcW w:w="2764" w:type="dxa"/>
            <w:hideMark/>
          </w:tcPr>
          <w:p w14:paraId="6992AFB5" w14:textId="77777777" w:rsidR="00B8130B" w:rsidRPr="009E689E" w:rsidRDefault="00B8130B" w:rsidP="009E689E">
            <w:pPr>
              <w:rPr>
                <w:szCs w:val="24"/>
              </w:rPr>
            </w:pPr>
            <w:r w:rsidRPr="009E689E">
              <w:rPr>
                <w:szCs w:val="24"/>
              </w:rPr>
              <w:t>Technický zástupce:</w:t>
            </w:r>
          </w:p>
        </w:tc>
        <w:tc>
          <w:tcPr>
            <w:tcW w:w="6308" w:type="dxa"/>
            <w:hideMark/>
          </w:tcPr>
          <w:p w14:paraId="3B6BA58B" w14:textId="77777777" w:rsidR="00B8130B" w:rsidRPr="009E689E" w:rsidRDefault="00B8130B" w:rsidP="009E689E">
            <w:pPr>
              <w:rPr>
                <w:szCs w:val="24"/>
              </w:rPr>
            </w:pPr>
            <w:r w:rsidRPr="009E689E">
              <w:rPr>
                <w:szCs w:val="24"/>
              </w:rPr>
              <w:t>Ing. Jaroslav Gric</w:t>
            </w:r>
          </w:p>
          <w:p w14:paraId="2BBAA9D4" w14:textId="77777777" w:rsidR="00B8130B" w:rsidRPr="009E689E" w:rsidRDefault="00B8130B" w:rsidP="009E689E">
            <w:pPr>
              <w:rPr>
                <w:szCs w:val="24"/>
              </w:rPr>
            </w:pPr>
            <w:r w:rsidRPr="009E689E">
              <w:rPr>
                <w:szCs w:val="24"/>
              </w:rPr>
              <w:t>Mobil:</w:t>
            </w:r>
            <w:r w:rsidRPr="009E689E">
              <w:rPr>
                <w:szCs w:val="24"/>
              </w:rPr>
              <w:tab/>
              <w:t>736 606 194</w:t>
            </w:r>
          </w:p>
          <w:p w14:paraId="3311E5CF" w14:textId="77777777" w:rsidR="00B8130B" w:rsidRPr="009E689E" w:rsidRDefault="00B8130B" w:rsidP="009E689E">
            <w:pPr>
              <w:rPr>
                <w:szCs w:val="24"/>
              </w:rPr>
            </w:pPr>
            <w:r w:rsidRPr="009E689E">
              <w:rPr>
                <w:szCs w:val="24"/>
              </w:rPr>
              <w:t xml:space="preserve">Email: </w:t>
            </w:r>
            <w:r w:rsidRPr="009E689E">
              <w:rPr>
                <w:szCs w:val="24"/>
              </w:rPr>
              <w:tab/>
              <w:t>gric@geotest.cz</w:t>
            </w:r>
          </w:p>
          <w:p w14:paraId="50AA0E17" w14:textId="77777777" w:rsidR="00B8130B" w:rsidRPr="009E689E" w:rsidRDefault="00B8130B" w:rsidP="009E689E">
            <w:pPr>
              <w:rPr>
                <w:szCs w:val="24"/>
              </w:rPr>
            </w:pPr>
            <w:r w:rsidRPr="009E689E">
              <w:rPr>
                <w:szCs w:val="24"/>
              </w:rPr>
              <w:t>Číslo autorizace: 1004065</w:t>
            </w:r>
          </w:p>
        </w:tc>
      </w:tr>
      <w:bookmarkEnd w:id="45"/>
      <w:bookmarkEnd w:id="46"/>
      <w:tr w:rsidR="00B8130B" w:rsidRPr="009E689E" w14:paraId="31898D45" w14:textId="77777777" w:rsidTr="009E689E">
        <w:trPr>
          <w:trHeight w:val="340"/>
        </w:trPr>
        <w:tc>
          <w:tcPr>
            <w:tcW w:w="2764" w:type="dxa"/>
            <w:hideMark/>
          </w:tcPr>
          <w:p w14:paraId="2F81C592" w14:textId="77777777" w:rsidR="00B8130B" w:rsidRPr="009E689E" w:rsidRDefault="00B8130B" w:rsidP="009E689E">
            <w:pPr>
              <w:rPr>
                <w:szCs w:val="24"/>
              </w:rPr>
            </w:pPr>
            <w:r w:rsidRPr="009E689E">
              <w:rPr>
                <w:szCs w:val="24"/>
              </w:rPr>
              <w:t>Zápis v obchodním rejstříku:</w:t>
            </w:r>
          </w:p>
        </w:tc>
        <w:tc>
          <w:tcPr>
            <w:tcW w:w="6308" w:type="dxa"/>
            <w:hideMark/>
          </w:tcPr>
          <w:p w14:paraId="20853687" w14:textId="77777777" w:rsidR="00B8130B" w:rsidRPr="009E689E" w:rsidRDefault="00B8130B" w:rsidP="009E689E">
            <w:pPr>
              <w:rPr>
                <w:szCs w:val="24"/>
              </w:rPr>
            </w:pPr>
            <w:r w:rsidRPr="009E689E">
              <w:rPr>
                <w:szCs w:val="24"/>
              </w:rPr>
              <w:t>Krajský obchodní soud v Brně, oddíl B, vložka 699</w:t>
            </w:r>
          </w:p>
        </w:tc>
      </w:tr>
      <w:tr w:rsidR="00B8130B" w:rsidRPr="009E689E" w14:paraId="723F0439" w14:textId="77777777" w:rsidTr="009E689E">
        <w:trPr>
          <w:trHeight w:val="340"/>
        </w:trPr>
        <w:tc>
          <w:tcPr>
            <w:tcW w:w="2764" w:type="dxa"/>
            <w:hideMark/>
          </w:tcPr>
          <w:p w14:paraId="04FD5AB3" w14:textId="77777777" w:rsidR="00B8130B" w:rsidRPr="009E689E" w:rsidRDefault="00B8130B" w:rsidP="009E689E">
            <w:pPr>
              <w:rPr>
                <w:szCs w:val="24"/>
              </w:rPr>
            </w:pPr>
            <w:r w:rsidRPr="009E689E">
              <w:rPr>
                <w:szCs w:val="24"/>
              </w:rPr>
              <w:t>IČO:</w:t>
            </w:r>
          </w:p>
        </w:tc>
        <w:tc>
          <w:tcPr>
            <w:tcW w:w="6308" w:type="dxa"/>
            <w:hideMark/>
          </w:tcPr>
          <w:p w14:paraId="068D3536" w14:textId="77777777" w:rsidR="00B8130B" w:rsidRPr="009E689E" w:rsidRDefault="00B8130B" w:rsidP="009E689E">
            <w:pPr>
              <w:rPr>
                <w:szCs w:val="24"/>
              </w:rPr>
            </w:pPr>
            <w:r w:rsidRPr="009E689E">
              <w:rPr>
                <w:szCs w:val="24"/>
              </w:rPr>
              <w:t>46344942</w:t>
            </w:r>
          </w:p>
        </w:tc>
      </w:tr>
      <w:tr w:rsidR="00B8130B" w:rsidRPr="009E689E" w14:paraId="105932BA" w14:textId="77777777" w:rsidTr="009E689E">
        <w:trPr>
          <w:trHeight w:val="340"/>
        </w:trPr>
        <w:tc>
          <w:tcPr>
            <w:tcW w:w="2764" w:type="dxa"/>
            <w:hideMark/>
          </w:tcPr>
          <w:p w14:paraId="7691F3F8" w14:textId="77777777" w:rsidR="00B8130B" w:rsidRPr="009E689E" w:rsidRDefault="00B8130B" w:rsidP="009E689E">
            <w:pPr>
              <w:rPr>
                <w:szCs w:val="24"/>
              </w:rPr>
            </w:pPr>
            <w:r w:rsidRPr="009E689E">
              <w:rPr>
                <w:szCs w:val="24"/>
              </w:rPr>
              <w:t>DIČ:</w:t>
            </w:r>
          </w:p>
        </w:tc>
        <w:tc>
          <w:tcPr>
            <w:tcW w:w="6308" w:type="dxa"/>
            <w:hideMark/>
          </w:tcPr>
          <w:p w14:paraId="58495546" w14:textId="77777777" w:rsidR="00B8130B" w:rsidRPr="009E689E" w:rsidRDefault="00B8130B" w:rsidP="009E689E">
            <w:pPr>
              <w:rPr>
                <w:szCs w:val="24"/>
              </w:rPr>
            </w:pPr>
            <w:r w:rsidRPr="009E689E">
              <w:rPr>
                <w:szCs w:val="24"/>
              </w:rPr>
              <w:t>CZ46344942</w:t>
            </w:r>
          </w:p>
        </w:tc>
      </w:tr>
      <w:tr w:rsidR="00B8130B" w:rsidRPr="009E689E" w14:paraId="04B10DF2" w14:textId="77777777" w:rsidTr="009E689E">
        <w:trPr>
          <w:trHeight w:val="340"/>
        </w:trPr>
        <w:tc>
          <w:tcPr>
            <w:tcW w:w="2764" w:type="dxa"/>
            <w:hideMark/>
          </w:tcPr>
          <w:p w14:paraId="48FBCA4F" w14:textId="77777777" w:rsidR="00B8130B" w:rsidRPr="009E689E" w:rsidRDefault="00B8130B" w:rsidP="009E689E">
            <w:pPr>
              <w:rPr>
                <w:szCs w:val="24"/>
              </w:rPr>
            </w:pPr>
            <w:r w:rsidRPr="009E689E">
              <w:rPr>
                <w:szCs w:val="24"/>
              </w:rPr>
              <w:t>Bankovní spojení:</w:t>
            </w:r>
          </w:p>
        </w:tc>
        <w:tc>
          <w:tcPr>
            <w:tcW w:w="6308" w:type="dxa"/>
            <w:hideMark/>
          </w:tcPr>
          <w:p w14:paraId="7E8D1023" w14:textId="77777777" w:rsidR="00B8130B" w:rsidRPr="009E689E" w:rsidRDefault="00B8130B" w:rsidP="009E689E">
            <w:pPr>
              <w:rPr>
                <w:szCs w:val="24"/>
              </w:rPr>
            </w:pPr>
            <w:r w:rsidRPr="009E689E">
              <w:rPr>
                <w:szCs w:val="24"/>
              </w:rPr>
              <w:t>Komerční banka, a.s., Brno – město</w:t>
            </w:r>
          </w:p>
        </w:tc>
      </w:tr>
      <w:tr w:rsidR="00B8130B" w:rsidRPr="009E689E" w14:paraId="42A7DF56" w14:textId="77777777" w:rsidTr="009E689E">
        <w:trPr>
          <w:trHeight w:val="340"/>
        </w:trPr>
        <w:tc>
          <w:tcPr>
            <w:tcW w:w="2764" w:type="dxa"/>
            <w:hideMark/>
          </w:tcPr>
          <w:p w14:paraId="1770C0E0" w14:textId="77777777" w:rsidR="00B8130B" w:rsidRPr="009E689E" w:rsidRDefault="00B8130B" w:rsidP="009E689E">
            <w:pPr>
              <w:rPr>
                <w:szCs w:val="24"/>
              </w:rPr>
            </w:pPr>
            <w:r w:rsidRPr="009E689E">
              <w:rPr>
                <w:szCs w:val="24"/>
              </w:rPr>
              <w:t>Číslo účtu</w:t>
            </w:r>
          </w:p>
        </w:tc>
        <w:tc>
          <w:tcPr>
            <w:tcW w:w="6308" w:type="dxa"/>
            <w:hideMark/>
          </w:tcPr>
          <w:p w14:paraId="5BA4218C" w14:textId="77777777" w:rsidR="00B8130B" w:rsidRPr="009E689E" w:rsidRDefault="00B8130B" w:rsidP="009E689E">
            <w:pPr>
              <w:rPr>
                <w:szCs w:val="24"/>
              </w:rPr>
            </w:pPr>
            <w:r w:rsidRPr="009E689E">
              <w:rPr>
                <w:szCs w:val="24"/>
              </w:rPr>
              <w:t>11506621/0100</w:t>
            </w:r>
          </w:p>
        </w:tc>
      </w:tr>
      <w:tr w:rsidR="00B8130B" w:rsidRPr="009E689E" w14:paraId="52123100" w14:textId="77777777" w:rsidTr="009E689E">
        <w:trPr>
          <w:trHeight w:val="340"/>
        </w:trPr>
        <w:tc>
          <w:tcPr>
            <w:tcW w:w="2764" w:type="dxa"/>
            <w:hideMark/>
          </w:tcPr>
          <w:p w14:paraId="3D2FBA2A" w14:textId="77777777" w:rsidR="00B8130B" w:rsidRPr="009E689E" w:rsidRDefault="00B8130B" w:rsidP="009E689E">
            <w:pPr>
              <w:rPr>
                <w:szCs w:val="24"/>
              </w:rPr>
            </w:pPr>
            <w:r w:rsidRPr="009E689E">
              <w:rPr>
                <w:szCs w:val="24"/>
              </w:rPr>
              <w:t>Zodpovědný projektant:</w:t>
            </w:r>
          </w:p>
        </w:tc>
        <w:tc>
          <w:tcPr>
            <w:tcW w:w="6308" w:type="dxa"/>
            <w:hideMark/>
          </w:tcPr>
          <w:p w14:paraId="6B05A184" w14:textId="77777777" w:rsidR="00B8130B" w:rsidRPr="009E689E" w:rsidRDefault="00B8130B" w:rsidP="009E689E">
            <w:pPr>
              <w:rPr>
                <w:szCs w:val="24"/>
              </w:rPr>
            </w:pPr>
            <w:r w:rsidRPr="009E689E">
              <w:rPr>
                <w:szCs w:val="24"/>
              </w:rPr>
              <w:t>Ing. Jaroslav Gric</w:t>
            </w:r>
          </w:p>
        </w:tc>
      </w:tr>
      <w:tr w:rsidR="00B8130B" w:rsidRPr="009E689E" w14:paraId="7BE4629D" w14:textId="77777777" w:rsidTr="009E689E">
        <w:trPr>
          <w:trHeight w:val="340"/>
        </w:trPr>
        <w:tc>
          <w:tcPr>
            <w:tcW w:w="2764" w:type="dxa"/>
            <w:hideMark/>
          </w:tcPr>
          <w:p w14:paraId="1EEEA425" w14:textId="77777777" w:rsidR="00B8130B" w:rsidRPr="009E689E" w:rsidRDefault="00B8130B" w:rsidP="009E689E">
            <w:pPr>
              <w:rPr>
                <w:szCs w:val="24"/>
              </w:rPr>
            </w:pPr>
            <w:r w:rsidRPr="009E689E">
              <w:rPr>
                <w:szCs w:val="24"/>
              </w:rPr>
              <w:t>Hlavní inženýr projektu:</w:t>
            </w:r>
          </w:p>
        </w:tc>
        <w:tc>
          <w:tcPr>
            <w:tcW w:w="6308" w:type="dxa"/>
            <w:hideMark/>
          </w:tcPr>
          <w:p w14:paraId="441BDC6F" w14:textId="77777777" w:rsidR="00B8130B" w:rsidRPr="009E689E" w:rsidRDefault="00B8130B" w:rsidP="009E689E">
            <w:pPr>
              <w:rPr>
                <w:szCs w:val="24"/>
              </w:rPr>
            </w:pPr>
            <w:r w:rsidRPr="009E689E">
              <w:rPr>
                <w:szCs w:val="24"/>
              </w:rPr>
              <w:t>Ing. Jaroslav Gric</w:t>
            </w:r>
          </w:p>
        </w:tc>
      </w:tr>
      <w:tr w:rsidR="00B8130B" w:rsidRPr="009E689E" w14:paraId="1192E56B" w14:textId="77777777" w:rsidTr="009E689E">
        <w:trPr>
          <w:trHeight w:val="340"/>
        </w:trPr>
        <w:tc>
          <w:tcPr>
            <w:tcW w:w="2764" w:type="dxa"/>
            <w:hideMark/>
          </w:tcPr>
          <w:p w14:paraId="03A82E81" w14:textId="77777777" w:rsidR="00B8130B" w:rsidRPr="009E689E" w:rsidRDefault="00B8130B" w:rsidP="009E689E">
            <w:pPr>
              <w:rPr>
                <w:szCs w:val="24"/>
              </w:rPr>
            </w:pPr>
            <w:r w:rsidRPr="009E689E">
              <w:rPr>
                <w:szCs w:val="24"/>
              </w:rPr>
              <w:t>Vedoucí projektu:</w:t>
            </w:r>
          </w:p>
        </w:tc>
        <w:tc>
          <w:tcPr>
            <w:tcW w:w="6308" w:type="dxa"/>
            <w:hideMark/>
          </w:tcPr>
          <w:p w14:paraId="660CBBF0" w14:textId="77777777" w:rsidR="00B8130B" w:rsidRPr="009E689E" w:rsidRDefault="00B8130B" w:rsidP="009E689E">
            <w:pPr>
              <w:rPr>
                <w:szCs w:val="24"/>
              </w:rPr>
            </w:pPr>
            <w:r w:rsidRPr="009E689E">
              <w:rPr>
                <w:szCs w:val="24"/>
              </w:rPr>
              <w:t>Ing. Adam Vyplel</w:t>
            </w:r>
          </w:p>
        </w:tc>
      </w:tr>
    </w:tbl>
    <w:p w14:paraId="4B77FDAE" w14:textId="77777777" w:rsidR="00B8130B" w:rsidRPr="009E689E" w:rsidRDefault="00B8130B" w:rsidP="00B8130B">
      <w:pPr>
        <w:pStyle w:val="Nadpis1"/>
      </w:pPr>
      <w:bookmarkStart w:id="48" w:name="_Toc72755587"/>
      <w:bookmarkStart w:id="49" w:name="_Toc98856071"/>
      <w:bookmarkEnd w:id="47"/>
      <w:r w:rsidRPr="009E689E">
        <w:t>Členění stavby na objekty a technická a technologická zařízení</w:t>
      </w:r>
      <w:bookmarkEnd w:id="48"/>
      <w:bookmarkEnd w:id="49"/>
    </w:p>
    <w:p w14:paraId="554BE4CF" w14:textId="2A7C8B6B" w:rsidR="00B8130B" w:rsidRPr="009E689E" w:rsidRDefault="00B8130B" w:rsidP="00EB0D2F">
      <w:pPr>
        <w:pStyle w:val="Textgeotest"/>
      </w:pPr>
      <w:r w:rsidRPr="009E689E">
        <w:t>Stavba „</w:t>
      </w:r>
      <w:r w:rsidR="00EB0D2F" w:rsidRPr="009E689E">
        <w:t>Rekonstrukce odvodnění srážkových vod ze střech 4 sklad. nádrží</w:t>
      </w:r>
      <w:r w:rsidRPr="009E689E">
        <w:t>“ je členěna na dva stavební objekty:</w:t>
      </w:r>
    </w:p>
    <w:p w14:paraId="320B0C31" w14:textId="77777777" w:rsidR="00F16333" w:rsidRPr="009E689E" w:rsidRDefault="00F16333" w:rsidP="00704CF8">
      <w:pPr>
        <w:pStyle w:val="Text"/>
        <w:numPr>
          <w:ilvl w:val="0"/>
          <w:numId w:val="23"/>
        </w:numPr>
        <w:spacing w:after="120"/>
      </w:pPr>
      <w:r w:rsidRPr="009E689E">
        <w:t xml:space="preserve">SO 01 Retenční nádrž (poldr A) </w:t>
      </w:r>
    </w:p>
    <w:p w14:paraId="5770059F" w14:textId="3FECDE01" w:rsidR="00704CF8" w:rsidRPr="009E689E" w:rsidRDefault="00B8130B" w:rsidP="00704CF8">
      <w:pPr>
        <w:pStyle w:val="Text"/>
        <w:numPr>
          <w:ilvl w:val="0"/>
          <w:numId w:val="23"/>
        </w:numPr>
        <w:spacing w:after="120"/>
      </w:pPr>
      <w:r w:rsidRPr="009E689E">
        <w:lastRenderedPageBreak/>
        <w:t>SO 02 Odtok do kanalizace.</w:t>
      </w:r>
    </w:p>
    <w:p w14:paraId="7D0DAAEB" w14:textId="699FF0AC" w:rsidR="00F16333" w:rsidRPr="009E689E" w:rsidRDefault="00F16333" w:rsidP="00704CF8">
      <w:pPr>
        <w:pStyle w:val="Text"/>
        <w:numPr>
          <w:ilvl w:val="0"/>
          <w:numId w:val="23"/>
        </w:numPr>
        <w:spacing w:after="120"/>
      </w:pPr>
      <w:r w:rsidRPr="009E689E">
        <w:t>PS 01 Dešťové svody</w:t>
      </w:r>
    </w:p>
    <w:p w14:paraId="525349CC" w14:textId="77777777" w:rsidR="00B8130B" w:rsidRPr="009E689E" w:rsidRDefault="00B8130B" w:rsidP="00B8130B">
      <w:pPr>
        <w:pStyle w:val="Nadpis1"/>
      </w:pPr>
      <w:bookmarkStart w:id="50" w:name="_Toc72755588"/>
      <w:bookmarkStart w:id="51" w:name="_Toc98856072"/>
      <w:r w:rsidRPr="009E689E">
        <w:t>Seznam vstupních podkladů</w:t>
      </w:r>
      <w:bookmarkEnd w:id="50"/>
      <w:bookmarkEnd w:id="51"/>
    </w:p>
    <w:p w14:paraId="60430600" w14:textId="77777777" w:rsidR="00B8130B" w:rsidRPr="009E689E" w:rsidRDefault="00B8130B" w:rsidP="00B8130B">
      <w:pPr>
        <w:pStyle w:val="Text"/>
        <w:numPr>
          <w:ilvl w:val="0"/>
          <w:numId w:val="22"/>
        </w:numPr>
        <w:spacing w:after="120"/>
        <w:ind w:left="567" w:hanging="11"/>
      </w:pPr>
      <w:r w:rsidRPr="009E689E">
        <w:t>Smlouva o dílo</w:t>
      </w:r>
    </w:p>
    <w:p w14:paraId="064A279D" w14:textId="77777777" w:rsidR="00B8130B" w:rsidRPr="009E689E" w:rsidRDefault="00B8130B" w:rsidP="00B8130B">
      <w:pPr>
        <w:pStyle w:val="Text"/>
        <w:numPr>
          <w:ilvl w:val="0"/>
          <w:numId w:val="22"/>
        </w:numPr>
        <w:spacing w:after="120"/>
        <w:ind w:left="567" w:hanging="11"/>
      </w:pPr>
      <w:r w:rsidRPr="009E689E">
        <w:t>Výškové zaměření zájmového území</w:t>
      </w:r>
    </w:p>
    <w:p w14:paraId="65DE5DF1" w14:textId="77777777" w:rsidR="00B8130B" w:rsidRPr="009E689E" w:rsidRDefault="00B8130B" w:rsidP="00B8130B">
      <w:pPr>
        <w:pStyle w:val="Text"/>
        <w:numPr>
          <w:ilvl w:val="0"/>
          <w:numId w:val="22"/>
        </w:numPr>
        <w:spacing w:after="120"/>
        <w:ind w:left="567" w:hanging="11"/>
      </w:pPr>
      <w:r w:rsidRPr="009E689E">
        <w:t xml:space="preserve">Základní mapa ČR v měřítku 1:10 000 </w:t>
      </w:r>
    </w:p>
    <w:p w14:paraId="1EC6D153" w14:textId="77777777" w:rsidR="00B8130B" w:rsidRPr="009E689E" w:rsidRDefault="00B8130B" w:rsidP="00B8130B">
      <w:pPr>
        <w:pStyle w:val="Text"/>
        <w:numPr>
          <w:ilvl w:val="0"/>
          <w:numId w:val="22"/>
        </w:numPr>
        <w:spacing w:after="120"/>
        <w:ind w:left="567" w:hanging="11"/>
      </w:pPr>
      <w:r w:rsidRPr="009E689E">
        <w:t xml:space="preserve">Mapové snímky KN – ČUZK, vektorová katastrální mapa DKM 1:1000 </w:t>
      </w:r>
    </w:p>
    <w:p w14:paraId="4C5930C6" w14:textId="77777777" w:rsidR="00B8130B" w:rsidRPr="009E689E" w:rsidRDefault="00B8130B" w:rsidP="00B8130B">
      <w:pPr>
        <w:pStyle w:val="Text"/>
        <w:numPr>
          <w:ilvl w:val="0"/>
          <w:numId w:val="22"/>
        </w:numPr>
        <w:spacing w:after="120"/>
        <w:ind w:left="567" w:hanging="11"/>
      </w:pPr>
      <w:r w:rsidRPr="009E689E">
        <w:t>Aktuální letecké snímky</w:t>
      </w:r>
    </w:p>
    <w:p w14:paraId="14B0EAAF" w14:textId="77777777" w:rsidR="00B8130B" w:rsidRPr="009E689E" w:rsidRDefault="00B8130B" w:rsidP="00B8130B">
      <w:pPr>
        <w:pStyle w:val="Text"/>
        <w:numPr>
          <w:ilvl w:val="0"/>
          <w:numId w:val="22"/>
        </w:numPr>
        <w:spacing w:after="120"/>
        <w:ind w:left="567" w:hanging="11"/>
      </w:pPr>
      <w:r w:rsidRPr="009E689E">
        <w:t>www.geoportal.gov.cz</w:t>
      </w:r>
    </w:p>
    <w:p w14:paraId="6227EB60" w14:textId="77777777" w:rsidR="00B8130B" w:rsidRPr="009E689E" w:rsidRDefault="00B8130B" w:rsidP="00B8130B">
      <w:pPr>
        <w:pStyle w:val="Text"/>
        <w:numPr>
          <w:ilvl w:val="0"/>
          <w:numId w:val="22"/>
        </w:numPr>
        <w:spacing w:after="120"/>
        <w:ind w:left="567" w:hanging="11"/>
      </w:pPr>
      <w:r w:rsidRPr="009E689E">
        <w:t xml:space="preserve">www.heis.vuv.cz </w:t>
      </w:r>
    </w:p>
    <w:p w14:paraId="2F737A3B" w14:textId="04F388CC" w:rsidR="00B8130B" w:rsidRPr="009E689E" w:rsidRDefault="00B8130B" w:rsidP="00EB0D2F">
      <w:pPr>
        <w:pStyle w:val="Text"/>
        <w:numPr>
          <w:ilvl w:val="0"/>
          <w:numId w:val="22"/>
        </w:numPr>
        <w:spacing w:after="120"/>
        <w:ind w:left="567" w:hanging="11"/>
      </w:pPr>
      <w:r w:rsidRPr="009E689E">
        <w:t>www.geology.cz</w:t>
      </w:r>
    </w:p>
    <w:p w14:paraId="7C2501C5" w14:textId="1C3F41B1" w:rsidR="00B8130B" w:rsidRPr="009E689E" w:rsidRDefault="00B8130B" w:rsidP="00B8130B">
      <w:pPr>
        <w:pStyle w:val="Text"/>
        <w:numPr>
          <w:ilvl w:val="0"/>
          <w:numId w:val="22"/>
        </w:numPr>
        <w:spacing w:after="120"/>
        <w:ind w:left="567" w:hanging="11"/>
      </w:pPr>
      <w:r w:rsidRPr="009E689E">
        <w:t xml:space="preserve">Platné obecně závazné právní předpisy </w:t>
      </w:r>
    </w:p>
    <w:p w14:paraId="41C7D248" w14:textId="156FAD59" w:rsidR="00F21E0B" w:rsidRPr="009E689E" w:rsidRDefault="00F21E0B" w:rsidP="00B8130B">
      <w:pPr>
        <w:pStyle w:val="Text"/>
        <w:numPr>
          <w:ilvl w:val="0"/>
          <w:numId w:val="22"/>
        </w:numPr>
        <w:spacing w:after="120"/>
        <w:ind w:left="567" w:hanging="11"/>
      </w:pPr>
      <w:r w:rsidRPr="009E689E">
        <w:t>ČSN 73 3050 Zemní práce</w:t>
      </w:r>
    </w:p>
    <w:p w14:paraId="32C1E8B0" w14:textId="04A3D56C" w:rsidR="00B8130B" w:rsidRPr="009E689E" w:rsidRDefault="00B8130B" w:rsidP="00B8130B">
      <w:pPr>
        <w:pStyle w:val="Text"/>
        <w:numPr>
          <w:ilvl w:val="0"/>
          <w:numId w:val="22"/>
        </w:numPr>
        <w:spacing w:after="120"/>
        <w:ind w:left="567" w:hanging="11"/>
      </w:pPr>
      <w:r w:rsidRPr="009E689E">
        <w:t>ČSN 73 305</w:t>
      </w:r>
      <w:r w:rsidR="00F21E0B" w:rsidRPr="009E689E">
        <w:t>5</w:t>
      </w:r>
      <w:r w:rsidRPr="009E689E">
        <w:t xml:space="preserve"> </w:t>
      </w:r>
      <w:r w:rsidR="00F21E0B" w:rsidRPr="009E689E">
        <w:t>Zemní práce při výstavbě potrubí</w:t>
      </w:r>
    </w:p>
    <w:p w14:paraId="1A7E077B" w14:textId="33CA3D65" w:rsidR="00F21E0B" w:rsidRPr="009E689E" w:rsidRDefault="00F21E0B" w:rsidP="00B8130B">
      <w:pPr>
        <w:pStyle w:val="Text"/>
        <w:numPr>
          <w:ilvl w:val="0"/>
          <w:numId w:val="22"/>
        </w:numPr>
        <w:spacing w:after="120"/>
        <w:ind w:left="567" w:hanging="11"/>
      </w:pPr>
      <w:r w:rsidRPr="009E689E">
        <w:t>ČSN EN 1610 Provádění stok a kanalizačních přípojek a jejich zkoušení</w:t>
      </w:r>
    </w:p>
    <w:p w14:paraId="5408872C" w14:textId="77777777" w:rsidR="00B8130B" w:rsidRPr="009E689E" w:rsidRDefault="00B8130B" w:rsidP="00B8130B">
      <w:pPr>
        <w:pStyle w:val="Text"/>
        <w:numPr>
          <w:ilvl w:val="0"/>
          <w:numId w:val="22"/>
        </w:numPr>
        <w:spacing w:after="120"/>
        <w:ind w:left="567" w:hanging="11"/>
      </w:pPr>
      <w:r w:rsidRPr="009E689E">
        <w:t xml:space="preserve">ČSN – EN 206-1 Beton – část 1. </w:t>
      </w:r>
    </w:p>
    <w:p w14:paraId="5299253F" w14:textId="77777777" w:rsidR="00B8130B" w:rsidRPr="009E689E" w:rsidRDefault="00B8130B" w:rsidP="00B8130B">
      <w:pPr>
        <w:pStyle w:val="Text"/>
        <w:numPr>
          <w:ilvl w:val="0"/>
          <w:numId w:val="22"/>
        </w:numPr>
        <w:spacing w:after="120"/>
        <w:ind w:left="567" w:hanging="11"/>
      </w:pPr>
      <w:r w:rsidRPr="009E689E">
        <w:t xml:space="preserve">Zákon 254/2001 Sb. o vodách </w:t>
      </w:r>
    </w:p>
    <w:p w14:paraId="5836CB16" w14:textId="77777777" w:rsidR="00B8130B" w:rsidRPr="009E689E" w:rsidRDefault="00B8130B" w:rsidP="00B8130B">
      <w:pPr>
        <w:pStyle w:val="Text"/>
        <w:numPr>
          <w:ilvl w:val="0"/>
          <w:numId w:val="22"/>
        </w:numPr>
        <w:spacing w:after="120"/>
        <w:ind w:left="567" w:hanging="11"/>
      </w:pPr>
      <w:r w:rsidRPr="009E689E">
        <w:t xml:space="preserve">Zákon 183/2006 Sb. o územním plánování a stavebním řádu </w:t>
      </w:r>
    </w:p>
    <w:p w14:paraId="4919E5BB" w14:textId="77777777" w:rsidR="00B8130B" w:rsidRPr="009E689E" w:rsidRDefault="00B8130B" w:rsidP="00B8130B">
      <w:pPr>
        <w:pStyle w:val="Text"/>
        <w:numPr>
          <w:ilvl w:val="0"/>
          <w:numId w:val="22"/>
        </w:numPr>
        <w:spacing w:after="120"/>
        <w:ind w:left="567" w:hanging="11"/>
      </w:pPr>
      <w:r w:rsidRPr="009E689E">
        <w:t xml:space="preserve">Vyhláška č. 62/2013 Sb. O dokumentaci staveb </w:t>
      </w:r>
    </w:p>
    <w:p w14:paraId="018F0F81" w14:textId="77777777" w:rsidR="00B8130B" w:rsidRPr="009E689E" w:rsidRDefault="00B8130B" w:rsidP="00B8130B">
      <w:pPr>
        <w:pStyle w:val="Text"/>
        <w:numPr>
          <w:ilvl w:val="0"/>
          <w:numId w:val="22"/>
        </w:numPr>
        <w:spacing w:after="120"/>
        <w:ind w:left="567" w:hanging="11"/>
      </w:pPr>
      <w:r w:rsidRPr="009E689E">
        <w:t xml:space="preserve">Vyhláška č. 503/2006 Sb. O podrobnější úpravě územního řízení </w:t>
      </w:r>
    </w:p>
    <w:p w14:paraId="68526FCC" w14:textId="77777777" w:rsidR="00B8130B" w:rsidRPr="009E689E" w:rsidRDefault="00B8130B" w:rsidP="00B8130B">
      <w:pPr>
        <w:pStyle w:val="Text"/>
        <w:numPr>
          <w:ilvl w:val="0"/>
          <w:numId w:val="22"/>
        </w:numPr>
        <w:spacing w:after="120"/>
        <w:ind w:left="567" w:hanging="11"/>
      </w:pPr>
      <w:r w:rsidRPr="009E689E">
        <w:t xml:space="preserve">Zákon 114/1992 Sb. O ochraně přírody a krajiny ve znění pozdějších předpisů </w:t>
      </w:r>
    </w:p>
    <w:p w14:paraId="3D97DE32" w14:textId="31FB0F51" w:rsidR="00B8130B" w:rsidRPr="009E689E" w:rsidRDefault="00B8130B" w:rsidP="00B8130B">
      <w:pPr>
        <w:pStyle w:val="Text"/>
        <w:numPr>
          <w:ilvl w:val="0"/>
          <w:numId w:val="22"/>
        </w:numPr>
        <w:spacing w:after="120"/>
        <w:ind w:left="567" w:hanging="11"/>
      </w:pPr>
      <w:r w:rsidRPr="009E689E">
        <w:t>Zákon 185/2001 Sb. O odpadech</w:t>
      </w:r>
    </w:p>
    <w:p w14:paraId="3129D61B" w14:textId="1E4CDB87" w:rsidR="00AF5EEA" w:rsidRPr="009E689E" w:rsidRDefault="00AF5EEA" w:rsidP="00AF5EEA">
      <w:pPr>
        <w:pStyle w:val="Text"/>
        <w:numPr>
          <w:ilvl w:val="0"/>
          <w:numId w:val="22"/>
        </w:numPr>
        <w:spacing w:after="120"/>
        <w:ind w:left="567" w:hanging="11"/>
      </w:pPr>
      <w:r w:rsidRPr="009E689E">
        <w:t>Ing. Miroslav Kessler.</w:t>
      </w:r>
      <w:r w:rsidRPr="009E689E">
        <w:rPr>
          <w:i/>
          <w:iCs/>
        </w:rPr>
        <w:t xml:space="preserve"> Úprava odtokových poměrů dešťových vod ze skladu Sedlnice</w:t>
      </w:r>
      <w:r w:rsidRPr="009E689E">
        <w:t>. Praha, 2015.</w:t>
      </w:r>
    </w:p>
    <w:p w14:paraId="17CFFDB6" w14:textId="44C0CA18" w:rsidR="00E35CEC" w:rsidRPr="009E689E" w:rsidRDefault="00E35CEC" w:rsidP="00B8130B">
      <w:pPr>
        <w:pStyle w:val="Text"/>
        <w:numPr>
          <w:ilvl w:val="0"/>
          <w:numId w:val="22"/>
        </w:numPr>
        <w:spacing w:after="120"/>
        <w:ind w:left="567" w:hanging="11"/>
      </w:pPr>
      <w:r w:rsidRPr="009E689E">
        <w:t xml:space="preserve">BURDA, RNDr. Pavel. </w:t>
      </w:r>
      <w:r w:rsidRPr="009E689E">
        <w:rPr>
          <w:i/>
          <w:iCs/>
        </w:rPr>
        <w:t>Sedlnice – podrobný hydrogeologický průzkum pro zásobování projektovaného expedičního střediska pohonných hmot u obce Sedlnice vodou</w:t>
      </w:r>
      <w:r w:rsidRPr="009E689E">
        <w:t xml:space="preserve">. GEOtest, s.p. Brno, 1991. </w:t>
      </w:r>
    </w:p>
    <w:p w14:paraId="446270AE" w14:textId="7C731ED4" w:rsidR="00035993" w:rsidRPr="009E689E" w:rsidRDefault="00035993" w:rsidP="00035993">
      <w:pPr>
        <w:pStyle w:val="Text"/>
        <w:numPr>
          <w:ilvl w:val="0"/>
          <w:numId w:val="22"/>
        </w:numPr>
        <w:spacing w:after="120"/>
        <w:ind w:left="567" w:hanging="11"/>
      </w:pPr>
      <w:r w:rsidRPr="009E689E">
        <w:t xml:space="preserve">VENCLŮ, RNDr. Ivan. </w:t>
      </w:r>
      <w:r w:rsidRPr="009E689E">
        <w:rPr>
          <w:i/>
          <w:iCs/>
        </w:rPr>
        <w:t>Doplňující inženýrskogeologický průzkum pro výstavbu expedičního střediska Benziny v Sedlnicích u Příboru</w:t>
      </w:r>
      <w:r w:rsidRPr="009E689E">
        <w:t xml:space="preserve">. Chemoprojekt, s.p. Praha, 1992. </w:t>
      </w:r>
    </w:p>
    <w:p w14:paraId="7F10D904" w14:textId="77777777" w:rsidR="00035993" w:rsidRPr="009E689E" w:rsidRDefault="00035993" w:rsidP="00B8130B">
      <w:pPr>
        <w:pStyle w:val="Text"/>
        <w:numPr>
          <w:ilvl w:val="0"/>
          <w:numId w:val="22"/>
        </w:numPr>
        <w:spacing w:after="120"/>
        <w:ind w:left="567" w:hanging="11"/>
      </w:pPr>
    </w:p>
    <w:p w14:paraId="07875B4A" w14:textId="0AD3EBFC" w:rsidR="00AF5EEA" w:rsidRPr="009E689E" w:rsidRDefault="00CD4860" w:rsidP="00B8130B">
      <w:pPr>
        <w:pStyle w:val="Text"/>
        <w:numPr>
          <w:ilvl w:val="0"/>
          <w:numId w:val="22"/>
        </w:numPr>
        <w:spacing w:after="120"/>
        <w:ind w:left="567" w:hanging="11"/>
      </w:pPr>
      <w:bookmarkStart w:id="52" w:name="_Hlk82528294"/>
      <w:r w:rsidRPr="009E689E">
        <w:t>Stavební povolení č. j. OŽP/39211/2016 ze dne 31.05.2016, spis. zn. OŽP16219/2016-Pk</w:t>
      </w:r>
    </w:p>
    <w:bookmarkEnd w:id="52"/>
    <w:p w14:paraId="5B85B7FA" w14:textId="77777777" w:rsidR="00B8130B" w:rsidRPr="009E689E" w:rsidRDefault="00B8130B" w:rsidP="00B8130B">
      <w:pPr>
        <w:pStyle w:val="Text"/>
        <w:rPr>
          <w:highlight w:val="yellow"/>
        </w:rPr>
      </w:pPr>
    </w:p>
    <w:p w14:paraId="14F41B13" w14:textId="77777777" w:rsidR="00B8130B" w:rsidRPr="009E689E" w:rsidRDefault="00B8130B" w:rsidP="00B8130B">
      <w:pPr>
        <w:pStyle w:val="Text"/>
      </w:pPr>
    </w:p>
    <w:p w14:paraId="73BF58E7" w14:textId="68F1B84E" w:rsidR="00B8130B" w:rsidRPr="009E689E" w:rsidRDefault="00B8130B" w:rsidP="00B8130B">
      <w:r w:rsidRPr="009E689E">
        <w:t xml:space="preserve">V Brně, </w:t>
      </w:r>
      <w:r w:rsidR="009E689E" w:rsidRPr="009E689E">
        <w:t>březen 2022</w:t>
      </w:r>
      <w:r w:rsidRPr="009E689E">
        <w:t xml:space="preserve"> </w:t>
      </w:r>
      <w:r w:rsidRPr="009E689E">
        <w:tab/>
      </w:r>
      <w:r w:rsidRPr="009E689E">
        <w:tab/>
      </w:r>
      <w:r w:rsidRPr="009E689E">
        <w:tab/>
      </w:r>
      <w:r w:rsidRPr="009E689E">
        <w:tab/>
      </w:r>
      <w:r w:rsidRPr="009E689E">
        <w:tab/>
      </w:r>
      <w:r w:rsidRPr="009E689E">
        <w:tab/>
        <w:t>Vypracoval:</w:t>
      </w:r>
      <w:r w:rsidRPr="009E689E">
        <w:tab/>
        <w:t xml:space="preserve">Ing. Adam Vyplel </w:t>
      </w:r>
    </w:p>
    <w:p w14:paraId="0840C2A7" w14:textId="77777777" w:rsidR="00B8130B" w:rsidRPr="009E689E" w:rsidRDefault="00B8130B" w:rsidP="00B8130B">
      <w:pPr>
        <w:pStyle w:val="Textgeotest"/>
      </w:pPr>
    </w:p>
    <w:sectPr w:rsidR="00B8130B" w:rsidRPr="009E689E" w:rsidSect="00BD1BFD">
      <w:footerReference w:type="default" r:id="rId14"/>
      <w:pgSz w:w="11906" w:h="16838"/>
      <w:pgMar w:top="1418" w:right="1418" w:bottom="1418" w:left="1418" w:header="709" w:footer="90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13889B" w14:textId="77777777" w:rsidR="0055772C" w:rsidRDefault="0055772C">
      <w:r>
        <w:separator/>
      </w:r>
    </w:p>
  </w:endnote>
  <w:endnote w:type="continuationSeparator" w:id="0">
    <w:p w14:paraId="0455DC44" w14:textId="77777777" w:rsidR="0055772C" w:rsidRDefault="005577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E4C57" w14:textId="55F6A24E" w:rsidR="00654CD1" w:rsidRDefault="00654CD1" w:rsidP="00BD1BFD">
    <w:pPr>
      <w:pStyle w:val="Zpat"/>
      <w:tabs>
        <w:tab w:val="clear" w:pos="4536"/>
        <w:tab w:val="center" w:pos="3828"/>
      </w:tabs>
    </w:pPr>
    <w:r>
      <w:t xml:space="preserve">Objednatel: </w:t>
    </w:r>
    <w:r w:rsidR="001853C6">
      <w:t>ČEPRO, a.s.</w:t>
    </w:r>
    <w:r>
      <w:tab/>
    </w:r>
    <w:r>
      <w:tab/>
    </w:r>
    <w:r w:rsidR="00F61B90">
      <w:t xml:space="preserve">Zpracovatel: GEOtest, a.s., Šmahova </w:t>
    </w:r>
    <w:r w:rsidR="00F61B90" w:rsidRPr="009821CC">
      <w:t>1244/112, 627 00 Brno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82321" w14:textId="77777777" w:rsidR="00BD1BFD" w:rsidRDefault="00BD1BFD" w:rsidP="00BD1BFD">
    <w:pPr>
      <w:pStyle w:val="Zpat"/>
      <w:tabs>
        <w:tab w:val="clear" w:pos="4536"/>
        <w:tab w:val="center" w:pos="3828"/>
      </w:tabs>
    </w:pPr>
    <w:r>
      <w:t>Objednatel: ČEPRO, a.s.</w:t>
    </w:r>
    <w:r>
      <w:tab/>
    </w:r>
    <w:r>
      <w:fldChar w:fldCharType="begin"/>
    </w:r>
    <w:r>
      <w:instrText>PAGE   \* MERGEFORMAT</w:instrText>
    </w:r>
    <w:r>
      <w:fldChar w:fldCharType="separate"/>
    </w:r>
    <w:r>
      <w:t>1</w:t>
    </w:r>
    <w:r>
      <w:fldChar w:fldCharType="end"/>
    </w:r>
    <w:r>
      <w:tab/>
      <w:t xml:space="preserve">Zpracovatel: GEOtest, a.s., Šmahova </w:t>
    </w:r>
    <w:r w:rsidRPr="009821CC">
      <w:t>1244/112, 627 00 Brno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4AC10B" w14:textId="77777777" w:rsidR="0055772C" w:rsidRDefault="0055772C">
      <w:r>
        <w:separator/>
      </w:r>
    </w:p>
  </w:footnote>
  <w:footnote w:type="continuationSeparator" w:id="0">
    <w:p w14:paraId="3F18D8DF" w14:textId="77777777" w:rsidR="0055772C" w:rsidRDefault="005577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926073" w14:textId="77777777" w:rsidR="00654CD1" w:rsidRDefault="00654CD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571BC" w14:textId="37C9DF80" w:rsidR="00654CD1" w:rsidRDefault="001853C6" w:rsidP="001853C6">
    <w:pPr>
      <w:pStyle w:val="Zhlav"/>
      <w:tabs>
        <w:tab w:val="clear" w:pos="4536"/>
        <w:tab w:val="center" w:pos="5245"/>
      </w:tabs>
    </w:pPr>
    <w:r w:rsidRPr="001853C6">
      <w:rPr>
        <w:noProof/>
      </w:rPr>
      <w:t>Rekonstrukce odvodnění srážkových vod ze střech 4 sklad. nádrží</w:t>
    </w:r>
    <w:r>
      <w:tab/>
      <w:t>DPS</w:t>
    </w:r>
    <w:r w:rsidR="00654CD1">
      <w:tab/>
    </w:r>
    <w:r>
      <w:t>A Průvodní zpráva</w:t>
    </w:r>
    <w:r w:rsidR="00654CD1">
      <w:t xml:space="preserve">, </w:t>
    </w:r>
    <w:r w:rsidR="009E689E">
      <w:t>březen 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534B68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67E202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342314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8C069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BB1A69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82CE9C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D26523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344137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0FCCF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6F6E14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2EA5F96"/>
    <w:multiLevelType w:val="singleLevel"/>
    <w:tmpl w:val="386E63F4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2"/>
      </w:rPr>
    </w:lvl>
  </w:abstractNum>
  <w:abstractNum w:abstractNumId="11" w15:restartNumberingAfterBreak="0">
    <w:nsid w:val="258E71BC"/>
    <w:multiLevelType w:val="multilevel"/>
    <w:tmpl w:val="C5BEA908"/>
    <w:lvl w:ilvl="0">
      <w:start w:val="1"/>
      <w:numFmt w:val="decimal"/>
      <w:pStyle w:val="Nadpis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374044D1"/>
    <w:multiLevelType w:val="hybridMultilevel"/>
    <w:tmpl w:val="37B80BA6"/>
    <w:lvl w:ilvl="0" w:tplc="E08CFE4C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144CB9"/>
    <w:multiLevelType w:val="singleLevel"/>
    <w:tmpl w:val="E3A827DE"/>
    <w:lvl w:ilvl="0">
      <w:start w:val="1"/>
      <w:numFmt w:val="decimal"/>
      <w:pStyle w:val="slovn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46D21CFA"/>
    <w:multiLevelType w:val="multilevel"/>
    <w:tmpl w:val="F2C62F1E"/>
    <w:lvl w:ilvl="0">
      <w:start w:val="1"/>
      <w:numFmt w:val="decimal"/>
      <w:pStyle w:val="Seznamploh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Seznamploh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Seznamploh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Seznamploh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Seznamploh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47E30A88"/>
    <w:multiLevelType w:val="singleLevel"/>
    <w:tmpl w:val="660A0638"/>
    <w:lvl w:ilvl="0">
      <w:start w:val="1"/>
      <w:numFmt w:val="bullet"/>
      <w:pStyle w:val="Znaka3"/>
      <w:lvlText w:val=""/>
      <w:lvlJc w:val="left"/>
      <w:pPr>
        <w:tabs>
          <w:tab w:val="num" w:pos="1040"/>
        </w:tabs>
        <w:ind w:left="1021" w:hanging="341"/>
      </w:pPr>
      <w:rPr>
        <w:rFonts w:ascii="Symbol" w:hAnsi="Symbol" w:hint="default"/>
        <w:sz w:val="16"/>
      </w:rPr>
    </w:lvl>
  </w:abstractNum>
  <w:abstractNum w:abstractNumId="16" w15:restartNumberingAfterBreak="0">
    <w:nsid w:val="4FD43B97"/>
    <w:multiLevelType w:val="hybridMultilevel"/>
    <w:tmpl w:val="B11CEBA2"/>
    <w:lvl w:ilvl="0" w:tplc="3F946E78">
      <w:start w:val="1"/>
      <w:numFmt w:val="bullet"/>
      <w:pStyle w:val="Znaka1"/>
      <w:lvlText w:val="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0244C0"/>
    <w:multiLevelType w:val="hybridMultilevel"/>
    <w:tmpl w:val="66CE45D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F6479B"/>
    <w:multiLevelType w:val="singleLevel"/>
    <w:tmpl w:val="BAE45D8C"/>
    <w:lvl w:ilvl="0">
      <w:start w:val="1"/>
      <w:numFmt w:val="bullet"/>
      <w:pStyle w:val="Znaka2"/>
      <w:lvlText w:val=""/>
      <w:lvlJc w:val="left"/>
      <w:pPr>
        <w:tabs>
          <w:tab w:val="num" w:pos="700"/>
        </w:tabs>
        <w:ind w:left="700" w:hanging="360"/>
      </w:pPr>
      <w:rPr>
        <w:rFonts w:ascii="Symbol" w:hAnsi="Symbol" w:hint="default"/>
        <w:color w:val="auto"/>
        <w:sz w:val="18"/>
      </w:rPr>
    </w:lvl>
  </w:abstractNum>
  <w:abstractNum w:abstractNumId="19" w15:restartNumberingAfterBreak="0">
    <w:nsid w:val="78536128"/>
    <w:multiLevelType w:val="hybridMultilevel"/>
    <w:tmpl w:val="2AC4FDCE"/>
    <w:lvl w:ilvl="0" w:tplc="F0544D3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4"/>
  </w:num>
  <w:num w:numId="3">
    <w:abstractNumId w:val="14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3"/>
  </w:num>
  <w:num w:numId="15">
    <w:abstractNumId w:val="18"/>
  </w:num>
  <w:num w:numId="16">
    <w:abstractNumId w:val="15"/>
  </w:num>
  <w:num w:numId="17">
    <w:abstractNumId w:val="15"/>
  </w:num>
  <w:num w:numId="18">
    <w:abstractNumId w:val="11"/>
  </w:num>
  <w:num w:numId="19">
    <w:abstractNumId w:val="16"/>
  </w:num>
  <w:num w:numId="20">
    <w:abstractNumId w:val="10"/>
  </w:num>
  <w:num w:numId="21">
    <w:abstractNumId w:val="17"/>
  </w:num>
  <w:num w:numId="22">
    <w:abstractNumId w:val="12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6AFD"/>
    <w:rsid w:val="00021F05"/>
    <w:rsid w:val="00035993"/>
    <w:rsid w:val="00041503"/>
    <w:rsid w:val="00171B02"/>
    <w:rsid w:val="001853C6"/>
    <w:rsid w:val="001C00D1"/>
    <w:rsid w:val="00273491"/>
    <w:rsid w:val="002E0630"/>
    <w:rsid w:val="0036047E"/>
    <w:rsid w:val="003C5C1D"/>
    <w:rsid w:val="00421FD3"/>
    <w:rsid w:val="00463708"/>
    <w:rsid w:val="004C7DDA"/>
    <w:rsid w:val="004D3540"/>
    <w:rsid w:val="004D7F65"/>
    <w:rsid w:val="00514EA2"/>
    <w:rsid w:val="0055772C"/>
    <w:rsid w:val="005F5661"/>
    <w:rsid w:val="006159F7"/>
    <w:rsid w:val="006514EB"/>
    <w:rsid w:val="00654CD1"/>
    <w:rsid w:val="00704CF8"/>
    <w:rsid w:val="007E5FA0"/>
    <w:rsid w:val="0095580F"/>
    <w:rsid w:val="00976BA7"/>
    <w:rsid w:val="009C6995"/>
    <w:rsid w:val="009D6F63"/>
    <w:rsid w:val="009E689E"/>
    <w:rsid w:val="00AF5EEA"/>
    <w:rsid w:val="00B333C7"/>
    <w:rsid w:val="00B8130B"/>
    <w:rsid w:val="00BD1BFD"/>
    <w:rsid w:val="00C06678"/>
    <w:rsid w:val="00C10144"/>
    <w:rsid w:val="00C860FC"/>
    <w:rsid w:val="00C91BAF"/>
    <w:rsid w:val="00CD4860"/>
    <w:rsid w:val="00CD6AFD"/>
    <w:rsid w:val="00CE3863"/>
    <w:rsid w:val="00D053AA"/>
    <w:rsid w:val="00D814B8"/>
    <w:rsid w:val="00DC13B7"/>
    <w:rsid w:val="00E35CEC"/>
    <w:rsid w:val="00EB0D2F"/>
    <w:rsid w:val="00EE6E2C"/>
    <w:rsid w:val="00F11500"/>
    <w:rsid w:val="00F16333"/>
    <w:rsid w:val="00F21E0B"/>
    <w:rsid w:val="00F61B90"/>
    <w:rsid w:val="00FD0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1382E399"/>
  <w15:docId w15:val="{C7DE8964-8FBE-42E2-9293-4FAB1944C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0630"/>
    <w:rPr>
      <w:sz w:val="24"/>
    </w:rPr>
  </w:style>
  <w:style w:type="paragraph" w:styleId="Nadpis1">
    <w:name w:val="heading 1"/>
    <w:basedOn w:val="Normln"/>
    <w:next w:val="Text"/>
    <w:qFormat/>
    <w:rsid w:val="002E0630"/>
    <w:pPr>
      <w:keepNext/>
      <w:numPr>
        <w:numId w:val="18"/>
      </w:numPr>
      <w:spacing w:before="420" w:after="120"/>
      <w:ind w:left="431" w:hanging="431"/>
      <w:outlineLvl w:val="0"/>
    </w:pPr>
    <w:rPr>
      <w:b/>
      <w:sz w:val="36"/>
    </w:rPr>
  </w:style>
  <w:style w:type="paragraph" w:styleId="Nadpis2">
    <w:name w:val="heading 2"/>
    <w:basedOn w:val="Normln"/>
    <w:next w:val="Text"/>
    <w:qFormat/>
    <w:rsid w:val="002E0630"/>
    <w:pPr>
      <w:keepNext/>
      <w:numPr>
        <w:ilvl w:val="1"/>
        <w:numId w:val="18"/>
      </w:numPr>
      <w:spacing w:before="360" w:after="120"/>
      <w:ind w:left="578" w:hanging="578"/>
      <w:outlineLvl w:val="1"/>
    </w:pPr>
    <w:rPr>
      <w:b/>
      <w:sz w:val="32"/>
    </w:rPr>
  </w:style>
  <w:style w:type="paragraph" w:styleId="Nadpis3">
    <w:name w:val="heading 3"/>
    <w:basedOn w:val="Normln"/>
    <w:next w:val="Text"/>
    <w:qFormat/>
    <w:rsid w:val="002E0630"/>
    <w:pPr>
      <w:keepNext/>
      <w:numPr>
        <w:ilvl w:val="2"/>
        <w:numId w:val="18"/>
      </w:numPr>
      <w:spacing w:before="360" w:after="120"/>
      <w:outlineLvl w:val="2"/>
    </w:pPr>
    <w:rPr>
      <w:b/>
      <w:sz w:val="28"/>
    </w:rPr>
  </w:style>
  <w:style w:type="paragraph" w:styleId="Nadpis4">
    <w:name w:val="heading 4"/>
    <w:basedOn w:val="Normln"/>
    <w:next w:val="Text"/>
    <w:qFormat/>
    <w:rsid w:val="002E0630"/>
    <w:pPr>
      <w:keepNext/>
      <w:numPr>
        <w:ilvl w:val="3"/>
        <w:numId w:val="18"/>
      </w:numPr>
      <w:spacing w:before="360" w:after="120"/>
      <w:ind w:left="862" w:hanging="862"/>
      <w:outlineLvl w:val="3"/>
    </w:pPr>
    <w:rPr>
      <w:b/>
      <w:sz w:val="26"/>
    </w:rPr>
  </w:style>
  <w:style w:type="paragraph" w:styleId="Nadpis5">
    <w:name w:val="heading 5"/>
    <w:basedOn w:val="Normln"/>
    <w:next w:val="Text"/>
    <w:qFormat/>
    <w:rsid w:val="002E0630"/>
    <w:pPr>
      <w:keepNext/>
      <w:numPr>
        <w:ilvl w:val="4"/>
        <w:numId w:val="18"/>
      </w:numPr>
      <w:spacing w:before="360" w:after="120"/>
      <w:ind w:left="1009" w:hanging="1009"/>
      <w:outlineLvl w:val="4"/>
    </w:pPr>
    <w:rPr>
      <w:b/>
    </w:rPr>
  </w:style>
  <w:style w:type="paragraph" w:styleId="Nadpis6">
    <w:name w:val="heading 6"/>
    <w:basedOn w:val="Normln"/>
    <w:next w:val="Normln"/>
    <w:qFormat/>
    <w:rsid w:val="002E0630"/>
    <w:pPr>
      <w:keepNext/>
      <w:outlineLvl w:val="5"/>
    </w:pPr>
    <w:rPr>
      <w:b/>
      <w:snapToGrid w:val="0"/>
      <w:color w:val="000000"/>
      <w:sz w:val="22"/>
    </w:rPr>
  </w:style>
  <w:style w:type="paragraph" w:styleId="Nadpis7">
    <w:name w:val="heading 7"/>
    <w:basedOn w:val="Normln"/>
    <w:next w:val="Normln"/>
    <w:qFormat/>
    <w:rsid w:val="002E0630"/>
    <w:pPr>
      <w:keepNext/>
      <w:outlineLvl w:val="6"/>
    </w:pPr>
    <w:rPr>
      <w:b/>
      <w:snapToGrid w:val="0"/>
      <w:color w:val="000000"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">
    <w:name w:val="Text"/>
    <w:basedOn w:val="Normln"/>
    <w:link w:val="TextChar1"/>
    <w:rsid w:val="002E0630"/>
    <w:pPr>
      <w:spacing w:before="120"/>
      <w:jc w:val="both"/>
    </w:pPr>
  </w:style>
  <w:style w:type="paragraph" w:styleId="Zhlav">
    <w:name w:val="header"/>
    <w:basedOn w:val="Normln"/>
    <w:rsid w:val="002E0630"/>
    <w:pPr>
      <w:pBdr>
        <w:bottom w:val="single" w:sz="4" w:space="1" w:color="auto"/>
      </w:pBdr>
      <w:tabs>
        <w:tab w:val="center" w:pos="4536"/>
        <w:tab w:val="right" w:pos="9072"/>
      </w:tabs>
      <w:spacing w:before="60"/>
    </w:pPr>
    <w:rPr>
      <w:sz w:val="16"/>
    </w:rPr>
  </w:style>
  <w:style w:type="paragraph" w:styleId="Zpat">
    <w:name w:val="footer"/>
    <w:basedOn w:val="Text"/>
    <w:link w:val="ZpatChar"/>
    <w:uiPriority w:val="99"/>
    <w:rsid w:val="002E0630"/>
    <w:pPr>
      <w:pBdr>
        <w:top w:val="single" w:sz="4" w:space="1" w:color="auto"/>
      </w:pBdr>
      <w:tabs>
        <w:tab w:val="center" w:pos="4536"/>
        <w:tab w:val="right" w:pos="9072"/>
      </w:tabs>
      <w:spacing w:before="60"/>
    </w:pPr>
    <w:rPr>
      <w:sz w:val="16"/>
    </w:rPr>
  </w:style>
  <w:style w:type="paragraph" w:customStyle="1" w:styleId="Nadpis">
    <w:name w:val="Nadpis"/>
    <w:basedOn w:val="Nadpis1"/>
    <w:next w:val="Text"/>
    <w:rsid w:val="002E0630"/>
    <w:pPr>
      <w:numPr>
        <w:numId w:val="0"/>
      </w:numPr>
      <w:spacing w:after="360"/>
      <w:outlineLvl w:val="9"/>
    </w:pPr>
    <w:rPr>
      <w:caps/>
    </w:rPr>
  </w:style>
  <w:style w:type="paragraph" w:customStyle="1" w:styleId="Rozdlovnk">
    <w:name w:val="Rozdělovník"/>
    <w:basedOn w:val="Text"/>
    <w:rsid w:val="002E0630"/>
    <w:pPr>
      <w:tabs>
        <w:tab w:val="left" w:pos="1134"/>
        <w:tab w:val="left" w:pos="1843"/>
      </w:tabs>
      <w:spacing w:before="0"/>
      <w:ind w:left="1134" w:hanging="1134"/>
      <w:jc w:val="left"/>
    </w:pPr>
  </w:style>
  <w:style w:type="paragraph" w:styleId="Obsah1">
    <w:name w:val="toc 1"/>
    <w:basedOn w:val="Normln"/>
    <w:next w:val="Normln"/>
    <w:autoRedefine/>
    <w:uiPriority w:val="39"/>
    <w:rsid w:val="002E0630"/>
    <w:pPr>
      <w:tabs>
        <w:tab w:val="left" w:pos="340"/>
        <w:tab w:val="right" w:leader="dot" w:pos="9072"/>
      </w:tabs>
      <w:spacing w:before="60"/>
      <w:ind w:left="340" w:hanging="340"/>
    </w:pPr>
    <w:rPr>
      <w:b/>
      <w:noProof/>
    </w:rPr>
  </w:style>
  <w:style w:type="paragraph" w:styleId="Obsah2">
    <w:name w:val="toc 2"/>
    <w:basedOn w:val="Normln"/>
    <w:next w:val="Normln"/>
    <w:autoRedefine/>
    <w:uiPriority w:val="39"/>
    <w:rsid w:val="002E0630"/>
    <w:pPr>
      <w:tabs>
        <w:tab w:val="left" w:pos="709"/>
        <w:tab w:val="right" w:leader="dot" w:pos="9072"/>
      </w:tabs>
      <w:spacing w:before="60"/>
      <w:ind w:left="936" w:hanging="709"/>
    </w:pPr>
    <w:rPr>
      <w:noProof/>
    </w:rPr>
  </w:style>
  <w:style w:type="paragraph" w:styleId="Obsah3">
    <w:name w:val="toc 3"/>
    <w:basedOn w:val="Normln"/>
    <w:next w:val="Normln"/>
    <w:autoRedefine/>
    <w:semiHidden/>
    <w:rsid w:val="002E0630"/>
    <w:pPr>
      <w:tabs>
        <w:tab w:val="left" w:pos="1134"/>
        <w:tab w:val="right" w:leader="dot" w:pos="9072"/>
      </w:tabs>
      <w:spacing w:before="60"/>
      <w:ind w:left="1588" w:hanging="1134"/>
    </w:pPr>
    <w:rPr>
      <w:noProof/>
    </w:rPr>
  </w:style>
  <w:style w:type="paragraph" w:styleId="Obsah4">
    <w:name w:val="toc 4"/>
    <w:basedOn w:val="Normln"/>
    <w:next w:val="Normln"/>
    <w:autoRedefine/>
    <w:semiHidden/>
    <w:rsid w:val="002E0630"/>
    <w:pPr>
      <w:tabs>
        <w:tab w:val="left" w:pos="1531"/>
        <w:tab w:val="right" w:leader="dot" w:pos="9072"/>
      </w:tabs>
      <w:spacing w:before="60"/>
      <w:ind w:left="2211" w:hanging="1531"/>
    </w:pPr>
    <w:rPr>
      <w:noProof/>
    </w:rPr>
  </w:style>
  <w:style w:type="paragraph" w:styleId="Obsah5">
    <w:name w:val="toc 5"/>
    <w:basedOn w:val="Normln"/>
    <w:next w:val="Normln"/>
    <w:autoRedefine/>
    <w:semiHidden/>
    <w:rsid w:val="002E0630"/>
    <w:pPr>
      <w:tabs>
        <w:tab w:val="left" w:pos="1985"/>
        <w:tab w:val="right" w:leader="dot" w:pos="9072"/>
      </w:tabs>
      <w:spacing w:before="60"/>
      <w:ind w:left="2892" w:hanging="1985"/>
    </w:pPr>
    <w:rPr>
      <w:noProof/>
    </w:rPr>
  </w:style>
  <w:style w:type="paragraph" w:customStyle="1" w:styleId="Seznamploh2">
    <w:name w:val="Seznam příloh 2"/>
    <w:basedOn w:val="Seznamploh1"/>
    <w:rsid w:val="002E0630"/>
    <w:pPr>
      <w:numPr>
        <w:ilvl w:val="1"/>
        <w:numId w:val="3"/>
      </w:numPr>
      <w:tabs>
        <w:tab w:val="clear" w:pos="340"/>
        <w:tab w:val="clear" w:pos="576"/>
        <w:tab w:val="left" w:pos="680"/>
      </w:tabs>
      <w:ind w:left="737" w:hanging="510"/>
    </w:pPr>
    <w:rPr>
      <w:b w:val="0"/>
    </w:rPr>
  </w:style>
  <w:style w:type="paragraph" w:customStyle="1" w:styleId="Seznamploh1">
    <w:name w:val="Seznam příloh 1"/>
    <w:basedOn w:val="Text"/>
    <w:rsid w:val="002E0630"/>
    <w:pPr>
      <w:numPr>
        <w:numId w:val="2"/>
      </w:numPr>
      <w:tabs>
        <w:tab w:val="clear" w:pos="432"/>
        <w:tab w:val="left" w:pos="340"/>
        <w:tab w:val="left" w:pos="7088"/>
        <w:tab w:val="right" w:pos="9072"/>
      </w:tabs>
      <w:spacing w:before="60"/>
      <w:ind w:left="340" w:hanging="340"/>
      <w:jc w:val="left"/>
    </w:pPr>
    <w:rPr>
      <w:b/>
    </w:rPr>
  </w:style>
  <w:style w:type="paragraph" w:customStyle="1" w:styleId="Seznamploh3">
    <w:name w:val="Seznam příloh 3"/>
    <w:basedOn w:val="Seznamploh2"/>
    <w:rsid w:val="002E0630"/>
    <w:pPr>
      <w:numPr>
        <w:ilvl w:val="2"/>
      </w:numPr>
      <w:tabs>
        <w:tab w:val="clear" w:pos="680"/>
        <w:tab w:val="clear" w:pos="720"/>
        <w:tab w:val="left" w:pos="1077"/>
      </w:tabs>
      <w:ind w:left="1134" w:hanging="680"/>
    </w:pPr>
  </w:style>
  <w:style w:type="paragraph" w:customStyle="1" w:styleId="Seznamploh4">
    <w:name w:val="Seznam příloh 4"/>
    <w:basedOn w:val="Seznamploh3"/>
    <w:rsid w:val="002E0630"/>
    <w:pPr>
      <w:numPr>
        <w:ilvl w:val="3"/>
      </w:numPr>
      <w:tabs>
        <w:tab w:val="clear" w:pos="864"/>
        <w:tab w:val="clear" w:pos="1077"/>
        <w:tab w:val="left" w:pos="1531"/>
      </w:tabs>
      <w:ind w:left="1560" w:hanging="880"/>
    </w:pPr>
  </w:style>
  <w:style w:type="paragraph" w:customStyle="1" w:styleId="Seznamploh5">
    <w:name w:val="Seznam příloh 5"/>
    <w:basedOn w:val="Seznamploh4"/>
    <w:rsid w:val="002E0630"/>
    <w:pPr>
      <w:numPr>
        <w:ilvl w:val="4"/>
      </w:numPr>
      <w:tabs>
        <w:tab w:val="clear" w:pos="1008"/>
        <w:tab w:val="clear" w:pos="1531"/>
        <w:tab w:val="left" w:pos="1899"/>
      </w:tabs>
      <w:ind w:left="1916" w:hanging="1009"/>
    </w:pPr>
  </w:style>
  <w:style w:type="paragraph" w:customStyle="1" w:styleId="Nadpistabulky">
    <w:name w:val="Nadpis tabulky"/>
    <w:basedOn w:val="Text"/>
    <w:next w:val="Texttabulky"/>
    <w:rsid w:val="002E0630"/>
    <w:pPr>
      <w:keepNext/>
      <w:widowControl w:val="0"/>
      <w:tabs>
        <w:tab w:val="right" w:pos="9072"/>
      </w:tabs>
      <w:spacing w:before="240" w:after="120"/>
      <w:jc w:val="left"/>
    </w:pPr>
  </w:style>
  <w:style w:type="paragraph" w:customStyle="1" w:styleId="Texttabulky">
    <w:name w:val="Text tabulky"/>
    <w:basedOn w:val="Text"/>
    <w:next w:val="Textzatabulkou"/>
    <w:rsid w:val="002E0630"/>
    <w:pPr>
      <w:spacing w:before="0"/>
      <w:jc w:val="center"/>
    </w:pPr>
    <w:rPr>
      <w:sz w:val="20"/>
    </w:rPr>
  </w:style>
  <w:style w:type="paragraph" w:customStyle="1" w:styleId="Textzatabulkou">
    <w:name w:val="Text za tabulkou"/>
    <w:basedOn w:val="Nadpistabulky"/>
    <w:next w:val="Text"/>
    <w:rsid w:val="002E0630"/>
    <w:pPr>
      <w:keepNext w:val="0"/>
      <w:tabs>
        <w:tab w:val="clear" w:pos="9072"/>
      </w:tabs>
      <w:spacing w:before="360" w:after="0"/>
      <w:jc w:val="both"/>
    </w:pPr>
  </w:style>
  <w:style w:type="paragraph" w:customStyle="1" w:styleId="Znaka1">
    <w:name w:val="Značka 1"/>
    <w:basedOn w:val="Text"/>
    <w:rsid w:val="002E0630"/>
    <w:pPr>
      <w:numPr>
        <w:numId w:val="19"/>
      </w:numPr>
      <w:spacing w:before="60"/>
      <w:jc w:val="left"/>
    </w:pPr>
  </w:style>
  <w:style w:type="paragraph" w:customStyle="1" w:styleId="Znaka2">
    <w:name w:val="Značka 2"/>
    <w:basedOn w:val="Text"/>
    <w:rsid w:val="002E0630"/>
    <w:pPr>
      <w:numPr>
        <w:numId w:val="15"/>
      </w:numPr>
      <w:spacing w:before="60"/>
      <w:jc w:val="left"/>
    </w:pPr>
  </w:style>
  <w:style w:type="paragraph" w:customStyle="1" w:styleId="Znaka3">
    <w:name w:val="Značka 3"/>
    <w:basedOn w:val="Text"/>
    <w:rsid w:val="002E0630"/>
    <w:pPr>
      <w:numPr>
        <w:numId w:val="17"/>
      </w:numPr>
      <w:spacing w:before="60"/>
      <w:ind w:left="1020" w:hanging="340"/>
      <w:jc w:val="left"/>
    </w:pPr>
  </w:style>
  <w:style w:type="paragraph" w:customStyle="1" w:styleId="Vysvtlivky">
    <w:name w:val="Vysvětlivky"/>
    <w:basedOn w:val="Textzatabulkou"/>
    <w:next w:val="Vysvtlivky2"/>
    <w:rsid w:val="002E0630"/>
    <w:pPr>
      <w:tabs>
        <w:tab w:val="left" w:pos="1276"/>
        <w:tab w:val="left" w:pos="1701"/>
      </w:tabs>
      <w:spacing w:before="120"/>
      <w:jc w:val="left"/>
    </w:pPr>
    <w:rPr>
      <w:sz w:val="20"/>
    </w:rPr>
  </w:style>
  <w:style w:type="paragraph" w:customStyle="1" w:styleId="Vysvtlivky2">
    <w:name w:val="Vysvětlivky 2"/>
    <w:basedOn w:val="Vysvtlivky"/>
    <w:next w:val="Textzatabulkou"/>
    <w:rsid w:val="002E0630"/>
    <w:pPr>
      <w:tabs>
        <w:tab w:val="clear" w:pos="1276"/>
      </w:tabs>
      <w:spacing w:before="0"/>
      <w:ind w:left="1276"/>
    </w:pPr>
  </w:style>
  <w:style w:type="paragraph" w:customStyle="1" w:styleId="slovn">
    <w:name w:val="Číslování"/>
    <w:basedOn w:val="Znaka1"/>
    <w:rsid w:val="002E0630"/>
    <w:pPr>
      <w:numPr>
        <w:numId w:val="14"/>
      </w:numPr>
      <w:ind w:left="357" w:hanging="357"/>
    </w:pPr>
  </w:style>
  <w:style w:type="paragraph" w:customStyle="1" w:styleId="Mistoadatum">
    <w:name w:val="Misto a datum"/>
    <w:basedOn w:val="Text"/>
    <w:rsid w:val="002E0630"/>
    <w:pPr>
      <w:tabs>
        <w:tab w:val="right" w:pos="8505"/>
      </w:tabs>
      <w:spacing w:before="60"/>
      <w:jc w:val="left"/>
    </w:pPr>
    <w:rPr>
      <w:b/>
    </w:rPr>
  </w:style>
  <w:style w:type="paragraph" w:customStyle="1" w:styleId="Tituloblky">
    <w:name w:val="Titul obálky"/>
    <w:basedOn w:val="Normln"/>
    <w:rsid w:val="002E0630"/>
    <w:pPr>
      <w:widowControl w:val="0"/>
      <w:spacing w:before="480" w:after="120"/>
      <w:jc w:val="center"/>
      <w:outlineLvl w:val="0"/>
    </w:pPr>
    <w:rPr>
      <w:b/>
      <w:sz w:val="48"/>
    </w:rPr>
  </w:style>
  <w:style w:type="paragraph" w:customStyle="1" w:styleId="Podhlavika">
    <w:name w:val="Podhlavička"/>
    <w:basedOn w:val="Text"/>
    <w:next w:val="Text"/>
    <w:rsid w:val="002E0630"/>
    <w:pPr>
      <w:pBdr>
        <w:top w:val="single" w:sz="4" w:space="1" w:color="auto"/>
        <w:bottom w:val="single" w:sz="4" w:space="1" w:color="auto"/>
      </w:pBdr>
      <w:spacing w:before="0"/>
      <w:jc w:val="center"/>
    </w:pPr>
    <w:rPr>
      <w:noProof/>
      <w:w w:val="110"/>
      <w:sz w:val="20"/>
    </w:rPr>
  </w:style>
  <w:style w:type="paragraph" w:customStyle="1" w:styleId="Podtituloblky">
    <w:name w:val="Podtitul obálky"/>
    <w:basedOn w:val="Tituloblky"/>
    <w:rsid w:val="002E0630"/>
    <w:pPr>
      <w:spacing w:before="0"/>
    </w:pPr>
    <w:rPr>
      <w:sz w:val="36"/>
    </w:rPr>
  </w:style>
  <w:style w:type="paragraph" w:customStyle="1" w:styleId="Hlavika">
    <w:name w:val="Hlavička"/>
    <w:basedOn w:val="Text"/>
    <w:rsid w:val="002E0630"/>
    <w:pPr>
      <w:tabs>
        <w:tab w:val="left" w:pos="6804"/>
        <w:tab w:val="left" w:pos="7371"/>
        <w:tab w:val="right" w:pos="9356"/>
      </w:tabs>
      <w:spacing w:before="0"/>
    </w:pPr>
    <w:rPr>
      <w:b/>
      <w:noProof/>
    </w:rPr>
  </w:style>
  <w:style w:type="paragraph" w:customStyle="1" w:styleId="Nzevzprvy">
    <w:name w:val="Název zprávy"/>
    <w:basedOn w:val="Normln"/>
    <w:rsid w:val="002E0630"/>
    <w:pPr>
      <w:spacing w:before="240" w:after="240"/>
      <w:jc w:val="center"/>
      <w:outlineLvl w:val="1"/>
    </w:pPr>
    <w:rPr>
      <w:b/>
      <w:sz w:val="32"/>
    </w:rPr>
  </w:style>
  <w:style w:type="paragraph" w:styleId="Zkladntextodsazen">
    <w:name w:val="Body Text Indent"/>
    <w:basedOn w:val="Normln"/>
    <w:link w:val="ZkladntextodsazenChar"/>
    <w:rsid w:val="002E0630"/>
    <w:pPr>
      <w:ind w:left="709" w:hanging="709"/>
    </w:pPr>
    <w:rPr>
      <w:b/>
      <w:bCs/>
      <w:color w:val="FF0000"/>
    </w:rPr>
  </w:style>
  <w:style w:type="paragraph" w:customStyle="1" w:styleId="Texttitulni">
    <w:name w:val="Text titulni"/>
    <w:basedOn w:val="Text"/>
    <w:rsid w:val="002E0630"/>
    <w:pPr>
      <w:spacing w:before="60"/>
    </w:pPr>
  </w:style>
  <w:style w:type="character" w:styleId="Odkaznakoment">
    <w:name w:val="annotation reference"/>
    <w:semiHidden/>
    <w:rsid w:val="002E0630"/>
    <w:rPr>
      <w:sz w:val="16"/>
      <w:szCs w:val="16"/>
    </w:rPr>
  </w:style>
  <w:style w:type="paragraph" w:styleId="Textkomente">
    <w:name w:val="annotation text"/>
    <w:basedOn w:val="Normln"/>
    <w:semiHidden/>
    <w:rsid w:val="002E0630"/>
    <w:rPr>
      <w:sz w:val="20"/>
    </w:rPr>
  </w:style>
  <w:style w:type="paragraph" w:customStyle="1" w:styleId="Rozpiska">
    <w:name w:val="Rozpiska"/>
    <w:basedOn w:val="Normln"/>
    <w:next w:val="Zkladntext"/>
    <w:rsid w:val="002E0630"/>
    <w:pPr>
      <w:jc w:val="center"/>
    </w:pPr>
    <w:rPr>
      <w:noProof/>
      <w:snapToGrid w:val="0"/>
      <w:sz w:val="18"/>
    </w:rPr>
  </w:style>
  <w:style w:type="paragraph" w:styleId="Zkladntext">
    <w:name w:val="Body Text"/>
    <w:basedOn w:val="Normln"/>
    <w:rsid w:val="002E0630"/>
    <w:pPr>
      <w:spacing w:after="120"/>
    </w:pPr>
  </w:style>
  <w:style w:type="paragraph" w:styleId="Textbubliny">
    <w:name w:val="Balloon Text"/>
    <w:basedOn w:val="Normln"/>
    <w:semiHidden/>
    <w:rsid w:val="00654CD1"/>
    <w:rPr>
      <w:rFonts w:ascii="Tahoma" w:hAnsi="Tahoma" w:cs="Tahoma"/>
      <w:sz w:val="16"/>
      <w:szCs w:val="16"/>
    </w:rPr>
  </w:style>
  <w:style w:type="character" w:customStyle="1" w:styleId="ZkladntextodsazenChar">
    <w:name w:val="Základní text odsazený Char"/>
    <w:basedOn w:val="Standardnpsmoodstavce"/>
    <w:link w:val="Zkladntextodsazen"/>
    <w:rsid w:val="00514EA2"/>
    <w:rPr>
      <w:b/>
      <w:bCs/>
      <w:color w:val="FF0000"/>
      <w:sz w:val="24"/>
    </w:rPr>
  </w:style>
  <w:style w:type="paragraph" w:customStyle="1" w:styleId="Textgeotest">
    <w:name w:val="Text geotest"/>
    <w:basedOn w:val="Normln"/>
    <w:link w:val="TextgeotestChar"/>
    <w:qFormat/>
    <w:rsid w:val="00B8130B"/>
    <w:pPr>
      <w:spacing w:before="60"/>
      <w:jc w:val="both"/>
    </w:pPr>
    <w:rPr>
      <w:rFonts w:eastAsia="SimSun"/>
      <w:szCs w:val="24"/>
    </w:rPr>
  </w:style>
  <w:style w:type="character" w:customStyle="1" w:styleId="TextgeotestChar">
    <w:name w:val="Text geotest Char"/>
    <w:link w:val="Textgeotest"/>
    <w:rsid w:val="00B8130B"/>
    <w:rPr>
      <w:rFonts w:eastAsia="SimSun"/>
      <w:sz w:val="24"/>
      <w:szCs w:val="24"/>
    </w:rPr>
  </w:style>
  <w:style w:type="character" w:customStyle="1" w:styleId="TextChar1">
    <w:name w:val="Text Char1"/>
    <w:link w:val="Text"/>
    <w:rsid w:val="00B8130B"/>
    <w:rPr>
      <w:sz w:val="24"/>
    </w:rPr>
  </w:style>
  <w:style w:type="character" w:styleId="Hypertextovodkaz">
    <w:name w:val="Hyperlink"/>
    <w:basedOn w:val="Standardnpsmoodstavce"/>
    <w:uiPriority w:val="99"/>
    <w:unhideWhenUsed/>
    <w:rsid w:val="00B8130B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021F05"/>
    <w:rPr>
      <w:color w:val="605E5C"/>
      <w:shd w:val="clear" w:color="auto" w:fill="E1DFDD"/>
    </w:rPr>
  </w:style>
  <w:style w:type="character" w:customStyle="1" w:styleId="ZpatChar">
    <w:name w:val="Zápatí Char"/>
    <w:basedOn w:val="Standardnpsmoodstavce"/>
    <w:link w:val="Zpat"/>
    <w:uiPriority w:val="99"/>
    <w:rsid w:val="00BD1BFD"/>
    <w:rPr>
      <w:sz w:val="16"/>
    </w:rPr>
  </w:style>
  <w:style w:type="paragraph" w:styleId="Odstavecseseznamem">
    <w:name w:val="List Paragraph"/>
    <w:basedOn w:val="Normln"/>
    <w:uiPriority w:val="34"/>
    <w:qFormat/>
    <w:rsid w:val="006159F7"/>
    <w:pPr>
      <w:ind w:left="720"/>
      <w:contextualSpacing/>
    </w:pPr>
  </w:style>
  <w:style w:type="paragraph" w:styleId="Nadpisobsahu">
    <w:name w:val="TOC Heading"/>
    <w:basedOn w:val="Nadpis1"/>
    <w:next w:val="Normln"/>
    <w:uiPriority w:val="39"/>
    <w:unhideWhenUsed/>
    <w:qFormat/>
    <w:rsid w:val="00C91BAF"/>
    <w:pPr>
      <w:keepLines/>
      <w:numPr>
        <w:numId w:val="0"/>
      </w:num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27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0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H:\3302\21%207214%20%20&#268;EPRO%20-%20odvodn&#283;n&#237;%20Sedlnice\Text\A%20Pr&#367;vodn&#237;%20zpr&#225;va.docx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file:///H:\3302\21%207214%20%20&#268;EPRO%20-%20odvodn&#283;n&#237;%20Sedlnice\Text\A%20Pr&#367;vodn&#237;%20zpr&#225;va.doc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H:\3302\21%207214%20%20&#268;EPRO%20-%20odvodn&#283;n&#237;%20Sedlnice\Text\A%20Pr&#367;vodn&#237;%20zpr&#225;va.docx" TargetMode="Externa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yplel\Downloads\Projekt%20Brno%202016(2)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FEF46C-BE57-49E4-91DD-85D9745EE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Projekt Brno 2016(2).dotx</Template>
  <TotalTime>7</TotalTime>
  <Pages>9</Pages>
  <Words>1008</Words>
  <Characters>6782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GEOtest, a.s.</Company>
  <LinksUpToDate>false</LinksUpToDate>
  <CharactersWithSpaces>7775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Vyplel</dc:creator>
  <cp:lastModifiedBy>Kateřina Hynštová</cp:lastModifiedBy>
  <cp:revision>7</cp:revision>
  <cp:lastPrinted>2022-03-22T14:44:00Z</cp:lastPrinted>
  <dcterms:created xsi:type="dcterms:W3CDTF">2021-09-16T09:30:00Z</dcterms:created>
  <dcterms:modified xsi:type="dcterms:W3CDTF">2022-03-22T14:44:00Z</dcterms:modified>
</cp:coreProperties>
</file>